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56FAFB59" wp14:editId="75896CF4">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9FF" w:rsidRDefault="001869FF"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FB59"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rsidR="001869FF" w:rsidRDefault="001869FF"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692CE7">
        <w:t>- Parte I</w:t>
      </w:r>
      <w:r w:rsidR="00C076F3">
        <w:br/>
        <w:t>Modello dichiarazioni ex art. 80 d.lgs. 50/2016</w:t>
      </w:r>
    </w:p>
    <w:p w:rsidR="00F13FC2" w:rsidRPr="00E86D32" w:rsidRDefault="00C076F3" w:rsidP="00EA0972">
      <w:pPr>
        <w:pStyle w:val="Reparto"/>
        <w:spacing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r>
        <w:t xml:space="preserve">Affidamento diretto: </w:t>
      </w:r>
      <w:r w:rsidR="00EA0972">
        <w:t>servizi per le attività di analisi e gestione del rischio di investimenti liquidi</w:t>
      </w:r>
    </w:p>
    <w:p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rsidR="0034054C" w:rsidRPr="00C17BA6" w:rsidRDefault="0034054C" w:rsidP="00AA4EC2">
          <w:pPr>
            <w:pStyle w:val="Titolosommario"/>
          </w:pPr>
        </w:p>
        <w:p w:rsidR="002950EC"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0027722" w:history="1">
            <w:r w:rsidR="002950EC" w:rsidRPr="005B6E84">
              <w:rPr>
                <w:rStyle w:val="Collegamentoipertestuale"/>
              </w:rPr>
              <w:t>Sezione I: Dati anagrafici</w:t>
            </w:r>
            <w:r w:rsidR="002950EC">
              <w:rPr>
                <w:webHidden/>
              </w:rPr>
              <w:tab/>
            </w:r>
            <w:r w:rsidR="002950EC">
              <w:rPr>
                <w:webHidden/>
              </w:rPr>
              <w:fldChar w:fldCharType="begin"/>
            </w:r>
            <w:r w:rsidR="002950EC">
              <w:rPr>
                <w:webHidden/>
              </w:rPr>
              <w:instrText xml:space="preserve"> PAGEREF _Toc120027722 \h </w:instrText>
            </w:r>
            <w:r w:rsidR="002950EC">
              <w:rPr>
                <w:webHidden/>
              </w:rPr>
            </w:r>
            <w:r w:rsidR="002950EC">
              <w:rPr>
                <w:webHidden/>
              </w:rPr>
              <w:fldChar w:fldCharType="separate"/>
            </w:r>
            <w:r w:rsidR="009227DD">
              <w:rPr>
                <w:webHidden/>
              </w:rPr>
              <w:t>2</w:t>
            </w:r>
            <w:r w:rsidR="002950EC">
              <w:rPr>
                <w:webHidden/>
              </w:rPr>
              <w:fldChar w:fldCharType="end"/>
            </w:r>
          </w:hyperlink>
        </w:p>
        <w:p w:rsidR="002950EC" w:rsidRDefault="004F2B3E">
          <w:pPr>
            <w:pStyle w:val="Sommario1"/>
            <w:rPr>
              <w:rFonts w:asciiTheme="minorHAnsi" w:eastAsiaTheme="minorEastAsia" w:hAnsiTheme="minorHAnsi" w:cstheme="minorBidi"/>
              <w:b w:val="0"/>
              <w:bCs w:val="0"/>
              <w:color w:val="auto"/>
              <w:sz w:val="22"/>
              <w:szCs w:val="22"/>
            </w:rPr>
          </w:pPr>
          <w:hyperlink w:anchor="_Toc120027723" w:history="1">
            <w:r w:rsidR="002950EC" w:rsidRPr="005B6E84">
              <w:rPr>
                <w:rStyle w:val="Collegamentoipertestuale"/>
                <w:lang w:bidi="it-IT"/>
              </w:rPr>
              <w:t>Sezione III: Dichiarazioni obbligatorie</w:t>
            </w:r>
            <w:r w:rsidR="002950EC">
              <w:rPr>
                <w:webHidden/>
              </w:rPr>
              <w:tab/>
            </w:r>
            <w:r w:rsidR="002950EC">
              <w:rPr>
                <w:webHidden/>
              </w:rPr>
              <w:fldChar w:fldCharType="begin"/>
            </w:r>
            <w:r w:rsidR="002950EC">
              <w:rPr>
                <w:webHidden/>
              </w:rPr>
              <w:instrText xml:space="preserve"> PAGEREF _Toc120027723 \h </w:instrText>
            </w:r>
            <w:r w:rsidR="002950EC">
              <w:rPr>
                <w:webHidden/>
              </w:rPr>
            </w:r>
            <w:r w:rsidR="002950EC">
              <w:rPr>
                <w:webHidden/>
              </w:rPr>
              <w:fldChar w:fldCharType="separate"/>
            </w:r>
            <w:r w:rsidR="009227DD">
              <w:rPr>
                <w:webHidden/>
              </w:rPr>
              <w:t>2</w:t>
            </w:r>
            <w:r w:rsidR="002950EC">
              <w:rPr>
                <w:webHidden/>
              </w:rPr>
              <w:fldChar w:fldCharType="end"/>
            </w:r>
          </w:hyperlink>
        </w:p>
        <w:p w:rsidR="0034054C" w:rsidRPr="00C17BA6" w:rsidRDefault="0034054C">
          <w:r w:rsidRPr="00C17BA6">
            <w:rPr>
              <w:b/>
              <w:bCs/>
            </w:rPr>
            <w:fldChar w:fldCharType="end"/>
          </w:r>
        </w:p>
      </w:sdtContent>
    </w:sdt>
    <w:p w:rsidR="0034054C" w:rsidRPr="00C17BA6" w:rsidRDefault="0034054C">
      <w:pPr>
        <w:spacing w:line="240" w:lineRule="auto"/>
        <w:jc w:val="left"/>
        <w:rPr>
          <w:rFonts w:eastAsia="Times"/>
          <w:b/>
          <w:bCs/>
          <w:color w:val="auto"/>
          <w:sz w:val="28"/>
          <w:szCs w:val="48"/>
          <w:lang w:eastAsia="de-DE"/>
        </w:rPr>
      </w:pPr>
      <w:r w:rsidRPr="00C17BA6">
        <w:br w:type="page"/>
      </w:r>
    </w:p>
    <w:p w:rsidR="0066338A" w:rsidRDefault="00C076F3" w:rsidP="00C076F3">
      <w:pPr>
        <w:pStyle w:val="Titolo1"/>
        <w:numPr>
          <w:ilvl w:val="0"/>
          <w:numId w:val="0"/>
        </w:numPr>
      </w:pPr>
      <w:bookmarkStart w:id="0" w:name="_Toc120027722"/>
      <w:r>
        <w:lastRenderedPageBreak/>
        <w:t>Sezione I: Dati anagrafici</w:t>
      </w:r>
      <w:bookmarkEnd w:id="0"/>
    </w:p>
    <w:p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rsidR="00C076F3" w:rsidRPr="00112C93" w:rsidRDefault="00C076F3" w:rsidP="00C076F3">
      <w:pPr>
        <w:pStyle w:val="Corpo"/>
        <w:rPr>
          <w:b/>
          <w:i/>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rsidR="00C076F3" w:rsidRPr="00112C93" w:rsidRDefault="00C076F3" w:rsidP="00C076F3">
      <w:pPr>
        <w:pStyle w:val="Corpo"/>
        <w:rPr>
          <w:rFonts w:eastAsia="Arial Unicode MS"/>
          <w:b/>
          <w:i/>
          <w:u w:val="single"/>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rsidR="00C076F3" w:rsidRDefault="00C076F3" w:rsidP="00C076F3">
      <w:pPr>
        <w:pStyle w:val="Corpo"/>
        <w:rPr>
          <w:rFonts w:eastAsia="Arial Unicode MS"/>
          <w:lang w:eastAsia="ar-SA"/>
        </w:rPr>
      </w:pPr>
    </w:p>
    <w:p w:rsidR="00C076F3" w:rsidRPr="000E0ED4" w:rsidRDefault="00C076F3" w:rsidP="00C076F3">
      <w:pPr>
        <w:pStyle w:val="Corpo"/>
        <w:rPr>
          <w:lang w:eastAsia="ar-SA"/>
        </w:rPr>
      </w:pPr>
    </w:p>
    <w:p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1"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1"/>
      <w:r w:rsidRPr="000E0ED4">
        <w:rPr>
          <w:lang w:eastAsia="ar-SA"/>
        </w:rPr>
        <w:t>,</w:t>
      </w:r>
    </w:p>
    <w:p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2"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p>
    <w:p w:rsidR="00C076F3" w:rsidRPr="000E0ED4" w:rsidRDefault="00C076F3" w:rsidP="00C076F3">
      <w:pPr>
        <w:pStyle w:val="Corpo"/>
        <w:rPr>
          <w:lang w:eastAsia="ar-SA"/>
        </w:rPr>
      </w:pPr>
      <w:r w:rsidRPr="000E0ED4">
        <w:rPr>
          <w:lang w:eastAsia="ar-SA"/>
        </w:rPr>
        <w:t xml:space="preserve">nato/a </w:t>
      </w:r>
      <w:proofErr w:type="spellStart"/>
      <w:r w:rsidRPr="000E0ED4">
        <w:rPr>
          <w:lang w:eastAsia="ar-SA"/>
        </w:rPr>
        <w:t>a</w:t>
      </w:r>
      <w:proofErr w:type="spellEnd"/>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residente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e-mail: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di posta elettronica certificata (PEC):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Numero telefono: </w:t>
      </w:r>
      <w:r w:rsidRPr="000E0ED4">
        <w:rPr>
          <w:lang w:eastAsia="ar-SA"/>
        </w:rPr>
        <w:fldChar w:fldCharType="begin">
          <w:ffData>
            <w:name w:val="Testo9"/>
            <w:enabled/>
            <w:calcOnExit w:val="0"/>
            <w:textInput/>
          </w:ffData>
        </w:fldChar>
      </w:r>
      <w:bookmarkStart w:id="3" w:name="Testo9"/>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r w:rsidRPr="000E0ED4">
        <w:rPr>
          <w:lang w:eastAsia="ar-SA"/>
        </w:rPr>
        <w:t>;</w:t>
      </w:r>
    </w:p>
    <w:p w:rsidR="00C076F3" w:rsidRDefault="00C076F3" w:rsidP="00C076F3">
      <w:pPr>
        <w:pStyle w:val="Corpo"/>
        <w:rPr>
          <w:lang w:eastAsia="ar-SA"/>
        </w:rPr>
      </w:pPr>
      <w:r w:rsidRPr="000E0ED4">
        <w:rPr>
          <w:lang w:eastAsia="ar-SA"/>
        </w:rPr>
        <w:t xml:space="preserve">Fax: </w:t>
      </w:r>
      <w:r w:rsidRPr="000E0ED4">
        <w:rPr>
          <w:lang w:eastAsia="ar-SA"/>
        </w:rPr>
        <w:fldChar w:fldCharType="begin">
          <w:ffData>
            <w:name w:val="Testo10"/>
            <w:enabled/>
            <w:calcOnExit w:val="0"/>
            <w:textInput/>
          </w:ffData>
        </w:fldChar>
      </w:r>
      <w:bookmarkStart w:id="4" w:name="Testo10"/>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4"/>
      <w:r w:rsidRPr="000E0ED4">
        <w:rPr>
          <w:lang w:eastAsia="ar-SA"/>
        </w:rPr>
        <w:t>;</w:t>
      </w:r>
    </w:p>
    <w:p w:rsidR="00C076F3" w:rsidRPr="000E0ED4" w:rsidRDefault="00C076F3" w:rsidP="00C076F3">
      <w:pPr>
        <w:pStyle w:val="Corpo"/>
      </w:pPr>
    </w:p>
    <w:p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rsidR="00C076F3" w:rsidRDefault="00C076F3">
      <w:pPr>
        <w:spacing w:line="240" w:lineRule="auto"/>
        <w:jc w:val="left"/>
        <w:rPr>
          <w:b/>
          <w:lang w:eastAsia="ar-SA"/>
        </w:rPr>
      </w:pPr>
      <w:r>
        <w:rPr>
          <w:b/>
          <w:lang w:eastAsia="ar-SA"/>
        </w:rPr>
        <w:br w:type="page"/>
      </w:r>
    </w:p>
    <w:p w:rsidR="00C076F3" w:rsidRPr="00112C93" w:rsidRDefault="00C076F3" w:rsidP="00C076F3">
      <w:pPr>
        <w:pStyle w:val="Corpo"/>
        <w:spacing w:before="240"/>
        <w:jc w:val="center"/>
        <w:rPr>
          <w:b/>
          <w:bCs/>
          <w:lang w:eastAsia="ar-SA"/>
        </w:rPr>
      </w:pPr>
      <w:r w:rsidRPr="00FB4721">
        <w:rPr>
          <w:b/>
          <w:lang w:eastAsia="ar-SA"/>
        </w:rPr>
        <w:lastRenderedPageBreak/>
        <w:t>DICHIARA</w:t>
      </w:r>
    </w:p>
    <w:p w:rsidR="00C076F3" w:rsidRPr="00112C93" w:rsidRDefault="00C076F3" w:rsidP="00C076F3">
      <w:pPr>
        <w:pStyle w:val="Corpo"/>
        <w:jc w:val="center"/>
        <w:rPr>
          <w:b/>
          <w:bCs/>
          <w:lang w:eastAsia="ar-SA"/>
        </w:rPr>
      </w:pPr>
    </w:p>
    <w:p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rsidR="00C076F3" w:rsidRDefault="00C076F3" w:rsidP="00C076F3">
      <w:pPr>
        <w:suppressAutoHyphens/>
        <w:autoSpaceDE w:val="0"/>
        <w:spacing w:line="360" w:lineRule="auto"/>
        <w:ind w:right="284"/>
        <w:rPr>
          <w:rFonts w:eastAsia="Arial Unicode MS"/>
          <w:b/>
          <w:bCs/>
          <w:i/>
          <w:sz w:val="18"/>
          <w:szCs w:val="18"/>
          <w:lang w:eastAsia="ar-SA"/>
        </w:rPr>
      </w:pPr>
    </w:p>
    <w:p w:rsidR="00C076F3" w:rsidRPr="000E0ED4" w:rsidRDefault="00C076F3" w:rsidP="00C076F3">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 xml:space="preserve">il legale rappresentante/titolare di </w:t>
      </w:r>
    </w:p>
    <w:p w:rsidR="00C076F3" w:rsidRPr="00FB4721" w:rsidRDefault="00C076F3" w:rsidP="00C076F3">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il procuratore generale/speciale di</w:t>
      </w:r>
    </w:p>
    <w:p w:rsidR="00C076F3" w:rsidRPr="000E0ED4" w:rsidRDefault="00C076F3" w:rsidP="00C076F3">
      <w:pPr>
        <w:pStyle w:val="Corpo"/>
        <w:rPr>
          <w:lang w:eastAsia="ar-SA"/>
        </w:rPr>
      </w:pPr>
    </w:p>
    <w:p w:rsidR="00C076F3" w:rsidRPr="000E0ED4" w:rsidRDefault="004F2B3E" w:rsidP="00C076F3">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2 lettera a) del </w:t>
      </w:r>
      <w:proofErr w:type="spellStart"/>
      <w:r w:rsidR="00C076F3" w:rsidRPr="000E0ED4">
        <w:rPr>
          <w:lang w:eastAsia="ar-SA"/>
        </w:rPr>
        <w:t>D.Lgs.</w:t>
      </w:r>
      <w:proofErr w:type="spellEnd"/>
      <w:r w:rsidR="00C076F3" w:rsidRPr="000E0ED4">
        <w:rPr>
          <w:lang w:eastAsia="ar-SA"/>
        </w:rPr>
        <w:t xml:space="preserve"> 50/2016 - imprenditori individuali, anche artigiani, e le società, anche cooperative;</w:t>
      </w:r>
    </w:p>
    <w:p w:rsidR="00C076F3" w:rsidRPr="000E0ED4" w:rsidRDefault="004F2B3E" w:rsidP="00C076F3">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 xml:space="preserve">un consorzio </w:t>
      </w:r>
      <w:r w:rsidR="00C076F3" w:rsidRPr="000E0ED4">
        <w:rPr>
          <w:lang w:eastAsia="ar-SA"/>
        </w:rPr>
        <w:t xml:space="preserve">di cui all'articolo 45, comma 2 lettera b) del </w:t>
      </w:r>
      <w:proofErr w:type="spellStart"/>
      <w:r w:rsidR="00C076F3" w:rsidRPr="000E0ED4">
        <w:rPr>
          <w:lang w:eastAsia="ar-SA"/>
        </w:rPr>
        <w:t>D.Lgs.</w:t>
      </w:r>
      <w:proofErr w:type="spellEnd"/>
      <w:r w:rsidR="00C076F3"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C076F3" w:rsidRPr="000E0ED4" w:rsidRDefault="004F2B3E" w:rsidP="00C076F3">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consorzio</w:t>
      </w:r>
      <w:r w:rsidR="00C076F3" w:rsidRPr="000E0ED4">
        <w:rPr>
          <w:lang w:eastAsia="ar-SA"/>
        </w:rPr>
        <w:t xml:space="preserve"> di cui all'articolo 45, comma 2 lettera c) del </w:t>
      </w:r>
      <w:proofErr w:type="spellStart"/>
      <w:r w:rsidR="00C076F3" w:rsidRPr="000E0ED4">
        <w:rPr>
          <w:lang w:eastAsia="ar-SA"/>
        </w:rPr>
        <w:t>D.Lgs.</w:t>
      </w:r>
      <w:proofErr w:type="spellEnd"/>
      <w:r w:rsidR="00C076F3"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C076F3">
        <w:rPr>
          <w:lang w:eastAsia="ar-SA"/>
        </w:rPr>
        <w:t>erative di produzione e lavoro;</w:t>
      </w:r>
    </w:p>
    <w:p w:rsidR="00C076F3" w:rsidRPr="000E0ED4" w:rsidRDefault="004F2B3E" w:rsidP="00C076F3">
      <w:pPr>
        <w:pStyle w:val="Corpo"/>
        <w:spacing w:before="120"/>
        <w:rPr>
          <w:lang w:eastAsia="ar-SA"/>
        </w:rPr>
      </w:pPr>
      <w:sdt>
        <w:sdtPr>
          <w:id w:val="-116124017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1 del </w:t>
      </w:r>
      <w:proofErr w:type="spellStart"/>
      <w:r w:rsidR="00C076F3" w:rsidRPr="000E0ED4">
        <w:rPr>
          <w:lang w:eastAsia="ar-SA"/>
        </w:rPr>
        <w:t>D.Lgs.</w:t>
      </w:r>
      <w:proofErr w:type="spellEnd"/>
      <w:r w:rsidR="00C076F3" w:rsidRPr="000E0ED4">
        <w:rPr>
          <w:lang w:eastAsia="ar-SA"/>
        </w:rPr>
        <w:t xml:space="preserve"> 50/2016 – operatori economici stabiliti in altri Stati membri, costituiti conformemente alla legislazione vigente nei rispettivi Paesi.</w:t>
      </w:r>
    </w:p>
    <w:p w:rsidR="00C076F3" w:rsidRDefault="00C076F3" w:rsidP="00C076F3">
      <w:pPr>
        <w:pStyle w:val="Corpo"/>
        <w:rPr>
          <w:rFonts w:eastAsia="Arial Unicode MS"/>
          <w:lang w:eastAsia="ar-SA"/>
        </w:rPr>
      </w:pPr>
    </w:p>
    <w:p w:rsidR="004C1B58" w:rsidRDefault="004C1B58">
      <w:pPr>
        <w:spacing w:line="240" w:lineRule="auto"/>
        <w:jc w:val="left"/>
        <w:rPr>
          <w:b/>
          <w:lang w:eastAsia="ar-SA"/>
        </w:rPr>
      </w:pPr>
      <w:r>
        <w:rPr>
          <w:b/>
          <w:lang w:eastAsia="ar-SA"/>
        </w:rPr>
        <w:br w:type="page"/>
      </w:r>
    </w:p>
    <w:p w:rsidR="00A562A2" w:rsidRDefault="001869FF" w:rsidP="001869FF">
      <w:pPr>
        <w:pStyle w:val="Corpo"/>
        <w:spacing w:before="240"/>
        <w:jc w:val="center"/>
        <w:rPr>
          <w:b/>
          <w:lang w:eastAsia="ar-SA"/>
        </w:rPr>
      </w:pPr>
      <w:r w:rsidRPr="00FB4721">
        <w:rPr>
          <w:b/>
          <w:lang w:eastAsia="ar-SA"/>
        </w:rPr>
        <w:lastRenderedPageBreak/>
        <w:t>ALTRESI` DICHIARA</w:t>
      </w:r>
    </w:p>
    <w:p w:rsidR="001869FF" w:rsidRPr="00C076F3" w:rsidRDefault="001869FF" w:rsidP="001869FF">
      <w:pPr>
        <w:pStyle w:val="Corpo"/>
        <w:spacing w:before="240"/>
        <w:jc w:val="center"/>
      </w:pPr>
    </w:p>
    <w:p w:rsidR="00A562A2" w:rsidRPr="002A5D82" w:rsidRDefault="001869FF" w:rsidP="00A562A2">
      <w:pPr>
        <w:pStyle w:val="Corpo"/>
        <w:rPr>
          <w:rFonts w:eastAsia="Arial Unicode MS"/>
          <w:sz w:val="18"/>
          <w:szCs w:val="18"/>
          <w:lang w:eastAsia="ar-SA"/>
        </w:rPr>
      </w:pPr>
      <w:r w:rsidRPr="00EF7714">
        <w:rPr>
          <w:rFonts w:eastAsia="Arial Unicode MS"/>
          <w:lang w:eastAsia="ar-SA"/>
        </w:rPr>
        <w:t xml:space="preserve">consapevole delle responsabilità penali previste dall’art. 55, comma 2, del d.lgs. n. </w:t>
      </w:r>
      <w:r w:rsidRPr="00A562A2">
        <w:rPr>
          <w:rFonts w:eastAsia="Arial Unicode MS"/>
        </w:rPr>
        <w:t>231</w:t>
      </w:r>
      <w:r w:rsidRPr="00EF7714">
        <w:rPr>
          <w:rFonts w:eastAsia="Arial Unicode MS"/>
          <w:lang w:eastAsia="ar-SA"/>
        </w:rPr>
        <w:t>/2007 (decreto antiriciclaggio) in caso di omessa o mendace dichiarazione delle generalità del soggetto,</w:t>
      </w:r>
      <w:r w:rsidRPr="002A5D82">
        <w:rPr>
          <w:rFonts w:eastAsia="Arial Unicode MS"/>
          <w:lang w:eastAsia="ar-SA"/>
        </w:rPr>
        <w:t xml:space="preserve"> </w:t>
      </w:r>
      <w:r w:rsidR="00A562A2" w:rsidRPr="005B50D7">
        <w:rPr>
          <w:rFonts w:eastAsia="Arial Unicode MS"/>
        </w:rPr>
        <w:t>che il titolare effettivo</w:t>
      </w:r>
      <w:r w:rsidR="00A562A2" w:rsidRPr="005B50D7">
        <w:rPr>
          <w:rFonts w:eastAsia="Arial Unicode MS"/>
        </w:rPr>
        <w:footnoteReference w:id="3"/>
      </w:r>
      <w:r w:rsidR="00A562A2" w:rsidRPr="005B50D7">
        <w:rPr>
          <w:rFonts w:eastAsia="Arial Unicode MS"/>
        </w:rPr>
        <w:t xml:space="preserve"> ai sensi del d.lgs. n. 231/2007 è il seguente soggetto/sono i seguenti soggetti:</w:t>
      </w:r>
    </w:p>
    <w:p w:rsidR="00A562A2" w:rsidRPr="002A5D82" w:rsidRDefault="00A562A2" w:rsidP="00A562A2">
      <w:pPr>
        <w:pStyle w:val="Corpo"/>
        <w:rPr>
          <w:lang w:eastAsia="ar-SA"/>
        </w:rPr>
      </w:pPr>
      <w:r w:rsidRPr="002A5D82">
        <w:t xml:space="preserve">Cognome e nome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r w:rsidRPr="002A5D82">
        <w:t xml:space="preserve">nato/a </w:t>
      </w:r>
      <w:proofErr w:type="spellStart"/>
      <w:r w:rsidRPr="002A5D82">
        <w:t>a</w:t>
      </w:r>
      <w:proofErr w:type="spellEnd"/>
      <w:r w:rsidRPr="002A5D82">
        <w:t xml:space="preserv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proofErr w:type="gramStart"/>
      <w:r w:rsidRPr="002A5D82">
        <w:rPr>
          <w:lang w:eastAsia="ar-SA"/>
        </w:rPr>
        <w:t>( )</w:t>
      </w:r>
      <w:proofErr w:type="gramEnd"/>
      <w:r w:rsidRPr="002A5D82">
        <w:rPr>
          <w:lang w:eastAsia="ar-SA"/>
        </w:rPr>
        <w:t xml:space="preserve">, il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C.F: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p>
    <w:p w:rsidR="00C076F3" w:rsidRDefault="00A562A2">
      <w:pPr>
        <w:pStyle w:val="Corpo"/>
        <w:rPr>
          <w:lang w:eastAsia="ar-SA"/>
        </w:rPr>
      </w:pP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001869FF" w:rsidRPr="002A5D82">
        <w:rPr>
          <w:rFonts w:eastAsia="Arial Unicode MS"/>
          <w:lang w:eastAsia="ar-SA"/>
        </w:rPr>
        <w:t>,</w:t>
      </w:r>
    </w:p>
    <w:p w:rsidR="00C076F3" w:rsidRPr="00FB4721" w:rsidRDefault="00C076F3" w:rsidP="00C076F3">
      <w:pPr>
        <w:pStyle w:val="Corpo"/>
        <w:spacing w:before="240"/>
        <w:jc w:val="center"/>
        <w:rPr>
          <w:b/>
          <w:lang w:eastAsia="ar-SA"/>
        </w:rPr>
      </w:pPr>
      <w:r w:rsidRPr="00FB4721">
        <w:rPr>
          <w:b/>
          <w:lang w:eastAsia="ar-SA"/>
        </w:rPr>
        <w:t>ALTRESI` DICHIARA</w:t>
      </w:r>
      <w:r>
        <w:rPr>
          <w:rStyle w:val="Rimandonotaapidipagina"/>
          <w:b/>
          <w:lang w:eastAsia="ar-SA"/>
        </w:rPr>
        <w:footnoteReference w:id="4"/>
      </w:r>
    </w:p>
    <w:p w:rsidR="00C076F3" w:rsidRPr="002C5CFB" w:rsidRDefault="00C076F3" w:rsidP="00C076F3">
      <w:pPr>
        <w:suppressAutoHyphens/>
        <w:autoSpaceDE w:val="0"/>
        <w:spacing w:line="360" w:lineRule="auto"/>
        <w:ind w:left="426" w:hanging="426"/>
        <w:rPr>
          <w:sz w:val="18"/>
          <w:szCs w:val="18"/>
          <w:shd w:val="clear" w:color="auto" w:fill="FFFF00"/>
          <w:lang w:eastAsia="ar-SA"/>
        </w:rPr>
      </w:pPr>
    </w:p>
    <w:p w:rsidR="00C076F3" w:rsidRPr="002C5CFB" w:rsidRDefault="004F2B3E" w:rsidP="00C076F3">
      <w:pPr>
        <w:pStyle w:val="Corpo"/>
        <w:ind w:left="709" w:hanging="709"/>
        <w:rPr>
          <w:lang w:eastAsia="ar-SA"/>
        </w:rPr>
      </w:pPr>
      <w:sdt>
        <w:sdtPr>
          <w:id w:val="173242001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C076F3" w:rsidRPr="002C5CFB">
        <w:rPr>
          <w:lang w:eastAsia="ar-SA"/>
        </w:rPr>
        <w:tab/>
        <w:t xml:space="preserve">(nel caso di impresa con sede in Italia) che l’impresa è iscritta presso la Camera di Commercio, Industria, Artigianato e Agricoltura di </w:t>
      </w:r>
      <w:r w:rsidR="00C076F3" w:rsidRPr="002C5CFB">
        <w:rPr>
          <w:lang w:eastAsia="ar-SA"/>
        </w:rPr>
        <w:fldChar w:fldCharType="begin">
          <w:ffData>
            <w:name w:val="Testo90"/>
            <w:enabled/>
            <w:calcOnExit w:val="0"/>
            <w:textInput/>
          </w:ffData>
        </w:fldChar>
      </w:r>
      <w:bookmarkStart w:id="5" w:name="Testo90"/>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5"/>
      <w:r w:rsidR="00C076F3" w:rsidRPr="002C5CFB">
        <w:rPr>
          <w:lang w:eastAsia="ar-SA"/>
        </w:rPr>
        <w:t xml:space="preserve"> (</w:t>
      </w:r>
      <w:r w:rsidR="00C076F3" w:rsidRPr="002C5CFB">
        <w:rPr>
          <w:lang w:eastAsia="ar-SA"/>
        </w:rPr>
        <w:fldChar w:fldCharType="begin">
          <w:ffData>
            <w:name w:val="Testo91"/>
            <w:enabled/>
            <w:calcOnExit w:val="0"/>
            <w:textInput/>
          </w:ffData>
        </w:fldChar>
      </w:r>
      <w:bookmarkStart w:id="6" w:name="Testo91"/>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6"/>
      <w:r w:rsidR="00C076F3" w:rsidRPr="002C5CFB">
        <w:rPr>
          <w:lang w:eastAsia="ar-SA"/>
        </w:rPr>
        <w:t xml:space="preserve">) per l’attività di </w:t>
      </w:r>
      <w:r w:rsidR="00C076F3" w:rsidRPr="002C5CFB">
        <w:rPr>
          <w:lang w:eastAsia="ar-SA"/>
        </w:rPr>
        <w:fldChar w:fldCharType="begin">
          <w:ffData>
            <w:name w:val="Testo92"/>
            <w:enabled/>
            <w:calcOnExit w:val="0"/>
            <w:textInput/>
          </w:ffData>
        </w:fldChar>
      </w:r>
      <w:bookmarkStart w:id="7" w:name="Testo92"/>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7"/>
      <w:r w:rsidR="00C076F3" w:rsidRPr="002C5CFB">
        <w:rPr>
          <w:lang w:eastAsia="ar-SA"/>
        </w:rPr>
        <w:t xml:space="preserve"> coincidente con quella oggetto del presente affidamento;</w:t>
      </w:r>
    </w:p>
    <w:p w:rsidR="00C076F3" w:rsidRPr="002C5CFB" w:rsidRDefault="00C076F3" w:rsidP="00C076F3">
      <w:pPr>
        <w:pStyle w:val="Corpo"/>
        <w:ind w:left="709" w:hanging="709"/>
        <w:rPr>
          <w:lang w:eastAsia="ar-SA"/>
        </w:rPr>
      </w:pPr>
    </w:p>
    <w:p w:rsidR="00C076F3" w:rsidRPr="002C5CFB" w:rsidRDefault="004F2B3E" w:rsidP="00C076F3">
      <w:pPr>
        <w:pStyle w:val="Corpo"/>
        <w:ind w:left="709" w:hanging="709"/>
        <w:rPr>
          <w:lang w:eastAsia="ar-SA"/>
        </w:rPr>
      </w:pPr>
      <w:sdt>
        <w:sdtPr>
          <w:id w:val="-188223363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ONLUS) che l’impresa è iscritta nel seguente registro delle ONLUS: </w:t>
      </w:r>
      <w:r w:rsidR="00C076F3" w:rsidRPr="002C5CFB">
        <w:rPr>
          <w:lang w:eastAsia="ar-SA"/>
        </w:rPr>
        <w:fldChar w:fldCharType="begin">
          <w:ffData>
            <w:name w:val="Testo93"/>
            <w:enabled/>
            <w:calcOnExit w:val="0"/>
            <w:textInput/>
          </w:ffData>
        </w:fldChar>
      </w:r>
      <w:bookmarkStart w:id="8" w:name="Testo93"/>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8"/>
      <w:r w:rsidR="00C076F3" w:rsidRPr="002C5CFB">
        <w:rPr>
          <w:lang w:eastAsia="ar-SA"/>
        </w:rPr>
        <w:t>;</w:t>
      </w:r>
    </w:p>
    <w:p w:rsidR="00C076F3" w:rsidRPr="002C5CFB" w:rsidRDefault="00C076F3" w:rsidP="00C076F3">
      <w:pPr>
        <w:pStyle w:val="Corpo"/>
        <w:ind w:left="709" w:hanging="709"/>
        <w:rPr>
          <w:lang w:eastAsia="ar-SA"/>
        </w:rPr>
      </w:pPr>
    </w:p>
    <w:p w:rsidR="00C076F3" w:rsidRPr="002C5CFB" w:rsidRDefault="004F2B3E" w:rsidP="00C076F3">
      <w:pPr>
        <w:pStyle w:val="Corpo"/>
        <w:ind w:left="709" w:hanging="709"/>
        <w:rPr>
          <w:lang w:eastAsia="ar-SA"/>
        </w:rPr>
      </w:pPr>
      <w:sdt>
        <w:sdtPr>
          <w:id w:val="-823505260"/>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impresa con sede all’estero che l’impresa è iscritta nel seguente albo o lista ufficiale dello Stato di appartenenza: </w:t>
      </w:r>
      <w:r w:rsidR="00C076F3" w:rsidRPr="002C5CFB">
        <w:rPr>
          <w:lang w:eastAsia="ar-SA"/>
        </w:rPr>
        <w:fldChar w:fldCharType="begin">
          <w:ffData>
            <w:name w:val="Testo33"/>
            <w:enabled/>
            <w:calcOnExit w:val="0"/>
            <w:textInput/>
          </w:ffData>
        </w:fldChar>
      </w:r>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r w:rsidR="00C076F3" w:rsidRPr="002C5CFB">
        <w:rPr>
          <w:lang w:eastAsia="ar-SA"/>
        </w:rPr>
        <w:t>;</w:t>
      </w:r>
    </w:p>
    <w:p w:rsidR="00C076F3" w:rsidRPr="002C5CFB" w:rsidRDefault="00C076F3" w:rsidP="00C076F3">
      <w:pPr>
        <w:suppressAutoHyphens/>
        <w:autoSpaceDE w:val="0"/>
        <w:spacing w:line="360" w:lineRule="auto"/>
        <w:ind w:left="426" w:hanging="426"/>
        <w:rPr>
          <w:sz w:val="18"/>
          <w:szCs w:val="18"/>
          <w:lang w:eastAsia="ar-SA"/>
        </w:rPr>
      </w:pPr>
    </w:p>
    <w:p w:rsidR="00A562A2" w:rsidRDefault="00A562A2">
      <w:pPr>
        <w:spacing w:line="240" w:lineRule="auto"/>
        <w:jc w:val="left"/>
        <w:rPr>
          <w:b/>
          <w:lang w:eastAsia="ar-SA"/>
        </w:rPr>
      </w:pPr>
      <w:r>
        <w:rPr>
          <w:b/>
          <w:lang w:eastAsia="ar-SA"/>
        </w:rPr>
        <w:br w:type="page"/>
      </w:r>
    </w:p>
    <w:p w:rsidR="00C076F3" w:rsidRPr="00F1158E" w:rsidRDefault="00F86EEE" w:rsidP="00C076F3">
      <w:pPr>
        <w:pStyle w:val="Corpo"/>
        <w:spacing w:before="240"/>
        <w:jc w:val="center"/>
        <w:rPr>
          <w:b/>
          <w:bCs/>
          <w:sz w:val="18"/>
          <w:szCs w:val="18"/>
          <w:lang w:eastAsia="ar-SA"/>
        </w:rPr>
      </w:pPr>
      <w:r>
        <w:rPr>
          <w:b/>
          <w:lang w:eastAsia="ar-SA"/>
        </w:rPr>
        <w:lastRenderedPageBreak/>
        <w:t xml:space="preserve">ALTRESI’ </w:t>
      </w:r>
      <w:r w:rsidR="00C076F3" w:rsidRPr="00FB4721">
        <w:rPr>
          <w:b/>
          <w:lang w:eastAsia="ar-SA"/>
        </w:rPr>
        <w:t>DICHIARA</w:t>
      </w:r>
    </w:p>
    <w:p w:rsidR="00C076F3" w:rsidRPr="00F1158E" w:rsidRDefault="00C076F3" w:rsidP="00C076F3">
      <w:pPr>
        <w:suppressAutoHyphens/>
        <w:autoSpaceDE w:val="0"/>
        <w:spacing w:line="360" w:lineRule="auto"/>
        <w:jc w:val="center"/>
        <w:rPr>
          <w:b/>
          <w:bCs/>
          <w:sz w:val="18"/>
          <w:szCs w:val="18"/>
          <w:lang w:eastAsia="ar-SA"/>
        </w:rPr>
      </w:pPr>
    </w:p>
    <w:p w:rsidR="00C076F3" w:rsidRPr="00F1158E" w:rsidRDefault="00C076F3" w:rsidP="00C076F3">
      <w:pPr>
        <w:pStyle w:val="Corpo"/>
      </w:pPr>
      <w:r w:rsidRPr="00F1158E">
        <w:t>in ottemperanza alle disposizioni della legge 13 agosto 2010 n. 136 in materia di tracciabilità dei flussi finanziari:</w:t>
      </w:r>
    </w:p>
    <w:p w:rsidR="00C076F3" w:rsidRPr="00F1158E" w:rsidRDefault="00C076F3" w:rsidP="00C076F3">
      <w:pPr>
        <w:pStyle w:val="Elencopuntato"/>
        <w:spacing w:before="120" w:after="120"/>
      </w:pPr>
      <w:r w:rsidRPr="00F1158E">
        <w:t>che gli estremi identificativi del</w:t>
      </w:r>
      <w:r w:rsidRPr="00F1158E">
        <w:rPr>
          <w:b/>
          <w:bCs/>
        </w:rPr>
        <w:t xml:space="preserve"> conto corrente bancario / postale dedicato</w:t>
      </w:r>
      <w:r w:rsidRPr="00F1158E">
        <w:t xml:space="preserve"> alle commesse pubbliche nel quale transiteranno tutti i movimenti finanziari relativi ai rapporti giuridici presenti e futuri che verranno instaurati con la Stazio</w:t>
      </w:r>
      <w:r>
        <w:t>ne appaltante, sono i seguenti:</w:t>
      </w:r>
    </w:p>
    <w:p w:rsidR="00C076F3" w:rsidRPr="00F1158E" w:rsidRDefault="00C076F3" w:rsidP="00C076F3">
      <w:pPr>
        <w:pStyle w:val="Corpo"/>
      </w:pPr>
    </w:p>
    <w:p w:rsidR="00C076F3" w:rsidRPr="00F1158E" w:rsidRDefault="00C076F3" w:rsidP="00C076F3">
      <w:pPr>
        <w:pStyle w:val="Corpo"/>
        <w:ind w:left="360"/>
        <w:rPr>
          <w:b/>
          <w:caps/>
          <w:lang w:eastAsia="ar-SA"/>
        </w:rPr>
      </w:pPr>
      <w:r w:rsidRPr="00F1158E">
        <w:t xml:space="preserve">conto corrente bancario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t xml:space="preserve">, presso la Banca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F1158E" w:rsidRDefault="00C076F3" w:rsidP="00C076F3">
      <w:pPr>
        <w:pStyle w:val="Corpo"/>
        <w:spacing w:before="120" w:after="120"/>
        <w:jc w:val="center"/>
      </w:pPr>
      <w:r w:rsidRPr="00F1158E">
        <w:t>oppure</w:t>
      </w:r>
    </w:p>
    <w:p w:rsidR="00C076F3" w:rsidRPr="00F1158E" w:rsidRDefault="00C076F3" w:rsidP="00C076F3">
      <w:pPr>
        <w:pStyle w:val="Corpo"/>
        <w:ind w:left="708"/>
      </w:pPr>
      <w:r w:rsidRPr="00F1158E">
        <w:t xml:space="preserve">conto corrente postale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rPr>
          <w:lang w:eastAsia="ar-SA"/>
        </w:rPr>
        <w:t xml:space="preserve">, </w:t>
      </w:r>
      <w:r w:rsidRPr="00F1158E">
        <w:t>presso le Poste Italiane S</w:t>
      </w:r>
      <w:r w:rsidR="00F86EEE">
        <w:t>.</w:t>
      </w:r>
      <w:r w:rsidRPr="00F1158E">
        <w:t>p</w:t>
      </w:r>
      <w:r w:rsidR="00F86EEE">
        <w:t>.</w:t>
      </w:r>
      <w:r w:rsidRPr="00F1158E">
        <w:t>A</w:t>
      </w:r>
      <w:r w:rsidR="00F86EEE">
        <w:t>.</w:t>
      </w:r>
    </w:p>
    <w:p w:rsidR="00C076F3" w:rsidRPr="00F1158E" w:rsidRDefault="00C076F3" w:rsidP="00C076F3">
      <w:pPr>
        <w:pStyle w:val="Corpo"/>
        <w:ind w:left="708"/>
      </w:pPr>
    </w:p>
    <w:p w:rsidR="00C076F3" w:rsidRPr="00F1158E" w:rsidRDefault="00C076F3" w:rsidP="00C076F3">
      <w:pPr>
        <w:pStyle w:val="Corpo"/>
        <w:ind w:left="708"/>
        <w:rPr>
          <w:b/>
          <w:caps/>
          <w:lang w:eastAsia="ar-SA"/>
        </w:rPr>
      </w:pPr>
      <w:r w:rsidRPr="00F1158E">
        <w:t>Intestatario:</w:t>
      </w:r>
      <w:r w:rsidRPr="00F1158E">
        <w:rPr>
          <w:b/>
          <w:caps/>
          <w:lang w:eastAsia="ar-SA"/>
        </w:rPr>
        <w:t xml:space="preserve">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AB1685" w:rsidRDefault="00C076F3" w:rsidP="00C076F3">
      <w:pPr>
        <w:pStyle w:val="Corpo"/>
        <w:ind w:left="708"/>
      </w:pPr>
    </w:p>
    <w:p w:rsidR="00C076F3" w:rsidRPr="00F1158E" w:rsidRDefault="00C076F3" w:rsidP="00C076F3">
      <w:pPr>
        <w:pStyle w:val="Corpo"/>
        <w:ind w:left="708"/>
        <w:rPr>
          <w:lang w:eastAsia="ar-SA"/>
        </w:rPr>
      </w:pPr>
      <w:r w:rsidRPr="00F1158E">
        <w:rPr>
          <w:lang w:eastAsia="ar-SA"/>
        </w:rPr>
        <w:t>L’affidatario dichiara i seguenti dati identificativi dei soggetti (persone fisiche), che per il medesimo saranno delegati ad operare sul conto corrente dedicato:</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jc w:val="center"/>
      </w:pPr>
      <w:r w:rsidRPr="00AB1685">
        <w:t>e dichiara</w:t>
      </w:r>
    </w:p>
    <w:p w:rsidR="00C076F3" w:rsidRPr="00AB1685" w:rsidRDefault="00C076F3" w:rsidP="00C076F3">
      <w:pPr>
        <w:pStyle w:val="Corpo"/>
      </w:pPr>
    </w:p>
    <w:p w:rsidR="00C076F3" w:rsidRDefault="00C076F3" w:rsidP="00C076F3">
      <w:pPr>
        <w:pStyle w:val="Corpo"/>
      </w:pPr>
      <w:r w:rsidRPr="00AB1685">
        <w:t>di comunicare alla Stazione appaltante ogni modifica relativa ai dati trasmessi.</w:t>
      </w:r>
    </w:p>
    <w:p w:rsidR="00C076F3" w:rsidRPr="00AB1685" w:rsidRDefault="00C076F3" w:rsidP="00C076F3">
      <w:pPr>
        <w:pStyle w:val="Corpo"/>
      </w:pPr>
    </w:p>
    <w:p w:rsidR="00C076F3" w:rsidRDefault="00C076F3">
      <w:pPr>
        <w:spacing w:line="240" w:lineRule="auto"/>
        <w:jc w:val="left"/>
        <w:rPr>
          <w:lang w:eastAsia="de-DE"/>
        </w:rPr>
      </w:pPr>
      <w:r>
        <w:rPr>
          <w:lang w:eastAsia="de-DE"/>
        </w:rPr>
        <w:br w:type="page"/>
      </w:r>
    </w:p>
    <w:p w:rsidR="00C076F3" w:rsidRDefault="00C076F3" w:rsidP="00B165AB">
      <w:pPr>
        <w:pStyle w:val="Titolo1"/>
        <w:numPr>
          <w:ilvl w:val="0"/>
          <w:numId w:val="0"/>
        </w:numPr>
        <w:rPr>
          <w:lang w:bidi="it-IT"/>
        </w:rPr>
      </w:pPr>
      <w:bookmarkStart w:id="9" w:name="_Toc120027723"/>
      <w:r>
        <w:rPr>
          <w:lang w:bidi="it-IT"/>
        </w:rPr>
        <w:lastRenderedPageBreak/>
        <w:t xml:space="preserve">Sezione II: </w:t>
      </w:r>
      <w:r w:rsidR="00B165AB">
        <w:rPr>
          <w:lang w:bidi="it-IT"/>
        </w:rPr>
        <w:t>Dichiarazioni obbligatorie</w:t>
      </w:r>
      <w:bookmarkEnd w:id="9"/>
    </w:p>
    <w:p w:rsidR="00B165AB" w:rsidRPr="00B1628F" w:rsidRDefault="00B165AB" w:rsidP="00B165AB">
      <w:pPr>
        <w:pStyle w:val="Corpo"/>
        <w:spacing w:before="120"/>
        <w:rPr>
          <w:rFonts w:eastAsia="Calibri"/>
          <w:b/>
          <w:sz w:val="22"/>
          <w:lang w:bidi="it-IT"/>
        </w:rPr>
      </w:pPr>
      <w:r w:rsidRPr="00B1628F">
        <w:rPr>
          <w:rFonts w:eastAsia="Calibri"/>
          <w:b/>
          <w:sz w:val="22"/>
          <w:lang w:bidi="it-IT"/>
        </w:rPr>
        <w:t>Dichiarazioni sull’insussistenza di motivi di esclusione ai sensi dell’art. 80 del d.lgs. n. 50/2016</w:t>
      </w:r>
    </w:p>
    <w:p w:rsidR="00B165AB" w:rsidRPr="00B1628F" w:rsidRDefault="00B165AB" w:rsidP="00B165AB">
      <w:pPr>
        <w:pStyle w:val="Corpo"/>
        <w:spacing w:before="120"/>
        <w:rPr>
          <w:rFonts w:eastAsia="Calibri"/>
          <w:b/>
          <w:sz w:val="22"/>
          <w:lang w:bidi="it-IT"/>
        </w:rPr>
      </w:pPr>
      <w:r w:rsidRPr="00B1628F">
        <w:rPr>
          <w:rFonts w:eastAsia="Calibri"/>
          <w:b/>
          <w:sz w:val="22"/>
          <w:lang w:bidi="it-IT"/>
        </w:rPr>
        <w:t>Con la sottoscrizione del presente modulo, l’operatore economico dichiara di possedere in maniera continuativa i requisiti di partecipazione di cui all’art. 80 del d.lgs. n. 50/2016 dalla data di presentazione del presente modulo e senza soluzione di continuità anche per tutta la durata della fase esecutiva del contratto.</w:t>
      </w:r>
    </w:p>
    <w:p w:rsidR="00B165AB" w:rsidRPr="00435948" w:rsidRDefault="00B165AB" w:rsidP="00B165AB">
      <w:pPr>
        <w:pStyle w:val="Paragrafoelenco"/>
        <w:widowControl w:val="0"/>
        <w:suppressAutoHyphens/>
        <w:spacing w:after="60" w:line="240" w:lineRule="exact"/>
        <w:ind w:left="357"/>
        <w:contextualSpacing w:val="0"/>
        <w:jc w:val="center"/>
        <w:rPr>
          <w:rFonts w:eastAsia="Calibri"/>
          <w:kern w:val="20"/>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PUNTO A:</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CONDANNE PENALI E DOCUMENTAZIONE ANTIMAFIA</w:t>
      </w:r>
    </w:p>
    <w:p w:rsidR="00B165AB" w:rsidRPr="009E2181" w:rsidRDefault="00B165AB" w:rsidP="00B165AB">
      <w:pPr>
        <w:spacing w:after="120"/>
      </w:pPr>
    </w:p>
    <w:tbl>
      <w:tblPr>
        <w:tblStyle w:val="Grigliatabella"/>
        <w:tblW w:w="9781" w:type="dxa"/>
        <w:tblInd w:w="-5" w:type="dxa"/>
        <w:shd w:val="clear" w:color="auto" w:fill="EEECE1" w:themeFill="background2"/>
        <w:tblLook w:val="04A0" w:firstRow="1" w:lastRow="0" w:firstColumn="1" w:lastColumn="0" w:noHBand="0" w:noVBand="1"/>
      </w:tblPr>
      <w:tblGrid>
        <w:gridCol w:w="9781"/>
      </w:tblGrid>
      <w:tr w:rsidR="00B165AB" w:rsidRPr="004B7ECC" w:rsidTr="00692CE7">
        <w:tc>
          <w:tcPr>
            <w:tcW w:w="9781" w:type="dxa"/>
            <w:shd w:val="clear" w:color="auto" w:fill="EEECE1" w:themeFill="background2"/>
          </w:tcPr>
          <w:p w:rsidR="00B165AB" w:rsidRPr="00886606" w:rsidRDefault="00B165AB" w:rsidP="00692CE7">
            <w:pPr>
              <w:pStyle w:val="Corpo"/>
              <w:spacing w:before="120" w:after="120"/>
              <w:rPr>
                <w:rFonts w:eastAsia="Calibri"/>
                <w:b/>
                <w:caps/>
                <w:smallCaps/>
                <w:kern w:val="1"/>
                <w:sz w:val="18"/>
                <w:szCs w:val="18"/>
                <w:lang w:bidi="it-IT"/>
              </w:rPr>
            </w:pPr>
            <w:bookmarkStart w:id="10" w:name="_Hlk25745118"/>
            <w:r w:rsidRPr="00886606">
              <w:rPr>
                <w:rFonts w:eastAsia="Calibri"/>
                <w:b/>
                <w:sz w:val="18"/>
                <w:szCs w:val="18"/>
                <w:lang w:bidi="it-IT"/>
              </w:rPr>
              <w:t>Art. 80 comma 1 del d.lgs. n. 50/2016</w:t>
            </w:r>
            <w:r w:rsidRPr="00886606">
              <w:rPr>
                <w:rFonts w:eastAsia="Calibri"/>
                <w:b/>
                <w:caps/>
                <w:smallCaps/>
                <w:kern w:val="1"/>
                <w:sz w:val="18"/>
                <w:szCs w:val="18"/>
                <w:lang w:bidi="it-IT"/>
              </w:rPr>
              <w:t>:</w:t>
            </w:r>
          </w:p>
          <w:p w:rsidR="00B165AB" w:rsidRPr="00886606" w:rsidRDefault="00B165AB" w:rsidP="00B165AB">
            <w:pPr>
              <w:pStyle w:val="Elenconumerato"/>
              <w:numPr>
                <w:ilvl w:val="0"/>
                <w:numId w:val="5"/>
              </w:numPr>
              <w:spacing w:after="120"/>
              <w:ind w:left="709" w:hanging="709"/>
              <w:rPr>
                <w:rFonts w:eastAsia="Calibri"/>
                <w:sz w:val="18"/>
                <w:szCs w:val="18"/>
                <w:lang w:bidi="it-IT"/>
              </w:rPr>
            </w:pPr>
            <w:r w:rsidRPr="00886606">
              <w:rPr>
                <w:sz w:val="18"/>
                <w:szCs w:val="18"/>
              </w:rPr>
              <w:t>partecipazione a un’organizzazione criminale (reati di cui all'art. 80, comma 1, lett. a), del d.lgs. n. 50/2016);</w:t>
            </w:r>
          </w:p>
          <w:p w:rsidR="00B165AB" w:rsidRPr="00886606" w:rsidRDefault="00B165AB" w:rsidP="00B165AB">
            <w:pPr>
              <w:pStyle w:val="Elenconumerato"/>
              <w:numPr>
                <w:ilvl w:val="0"/>
                <w:numId w:val="5"/>
              </w:numPr>
              <w:spacing w:after="120"/>
              <w:ind w:left="709" w:hanging="709"/>
              <w:rPr>
                <w:rFonts w:eastAsia="Calibri"/>
                <w:sz w:val="18"/>
                <w:szCs w:val="18"/>
              </w:rPr>
            </w:pPr>
            <w:r w:rsidRPr="00886606">
              <w:rPr>
                <w:sz w:val="18"/>
                <w:szCs w:val="18"/>
              </w:rPr>
              <w:t>corruzione</w:t>
            </w:r>
            <w:r w:rsidRPr="00886606">
              <w:rPr>
                <w:rFonts w:eastAsia="Calibri"/>
                <w:sz w:val="18"/>
                <w:szCs w:val="18"/>
              </w:rPr>
              <w:t xml:space="preserve"> (</w:t>
            </w:r>
            <w:r w:rsidRPr="00886606">
              <w:rPr>
                <w:sz w:val="18"/>
                <w:szCs w:val="18"/>
              </w:rPr>
              <w:t>reati</w:t>
            </w:r>
            <w:r w:rsidRPr="00886606">
              <w:rPr>
                <w:rFonts w:eastAsia="Calibri"/>
                <w:sz w:val="18"/>
                <w:szCs w:val="18"/>
              </w:rPr>
              <w:t xml:space="preserve"> di cui all'art. 80, comma 1, lett. b), del d.lgs. n. 50/2016);</w:t>
            </w:r>
          </w:p>
          <w:p w:rsidR="00B165AB" w:rsidRPr="00886606" w:rsidRDefault="00B165AB" w:rsidP="00692CE7">
            <w:pPr>
              <w:pStyle w:val="Elenconumerato"/>
              <w:numPr>
                <w:ilvl w:val="0"/>
                <w:numId w:val="0"/>
              </w:numPr>
              <w:ind w:left="709" w:hanging="709"/>
              <w:rPr>
                <w:sz w:val="18"/>
                <w:szCs w:val="18"/>
              </w:rPr>
            </w:pPr>
            <w:r w:rsidRPr="00886606">
              <w:rPr>
                <w:rFonts w:eastAsia="Calibri"/>
                <w:sz w:val="18"/>
                <w:szCs w:val="18"/>
              </w:rPr>
              <w:t>b-bis)</w:t>
            </w:r>
            <w:r w:rsidRPr="00886606">
              <w:rPr>
                <w:sz w:val="18"/>
                <w:szCs w:val="18"/>
              </w:rPr>
              <w:tab/>
              <w:t>false comunicazioni sociali di cui agli articoli 2621 e 2622 del codice civile (art. 80, comma 1, lett. b-bis),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frode (art. 80, comma 1, lett. c),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reati terroristici o reati connessi alle attività terroristiche (art. 80, comma 1, lett. d),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riciclaggio di proventi di attività criminose o finanziamento del terrorismo (art. 80, comma 1, lett. e), del d.lgs. n. 50/2016);</w:t>
            </w:r>
          </w:p>
          <w:p w:rsidR="00B165AB" w:rsidRDefault="00B165AB" w:rsidP="00B165AB">
            <w:pPr>
              <w:pStyle w:val="Elenconumerato"/>
              <w:numPr>
                <w:ilvl w:val="0"/>
                <w:numId w:val="5"/>
              </w:numPr>
              <w:spacing w:after="120"/>
              <w:ind w:left="709" w:hanging="709"/>
              <w:rPr>
                <w:sz w:val="18"/>
                <w:szCs w:val="18"/>
              </w:rPr>
            </w:pPr>
            <w:r w:rsidRPr="00886606">
              <w:rPr>
                <w:sz w:val="18"/>
                <w:szCs w:val="18"/>
              </w:rPr>
              <w:t>sfruttamento di lavoro minorile e altre forme di tratta di esseri umani (art. 80, comma 1, lett. f),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ogni altro delitto da cui derivi, quale pena accessoria, l'incapacità di contrattare con la pubblica amministrazione (art. 80, comma 1, lett. g), del d.lgs. n. 50/2016).</w:t>
            </w:r>
          </w:p>
        </w:tc>
      </w:tr>
      <w:bookmarkEnd w:id="10"/>
    </w:tbl>
    <w:p w:rsidR="00B165AB" w:rsidRPr="00435948" w:rsidRDefault="00B165AB" w:rsidP="00B165AB">
      <w:pPr>
        <w:pStyle w:val="Corpo"/>
        <w:rPr>
          <w:rFonts w:eastAsia="Calibri"/>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B165AB" w:rsidRPr="00E321E0"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DB6B97" w:rsidRDefault="00B165AB" w:rsidP="00692CE7">
            <w:pPr>
              <w:pStyle w:val="Corpo"/>
              <w:rPr>
                <w:b/>
              </w:rPr>
            </w:pPr>
            <w:r w:rsidRPr="00E034AC">
              <w:rPr>
                <w:b/>
                <w:u w:val="single"/>
              </w:rPr>
              <w:t>A.1</w:t>
            </w:r>
            <w:r>
              <w:rPr>
                <w:b/>
              </w:rPr>
              <w:t xml:space="preserve"> </w:t>
            </w:r>
            <w:r w:rsidRPr="00DB6B97">
              <w:rPr>
                <w:b/>
              </w:rPr>
              <w:t xml:space="preserve">Motivi legati a condanne penali </w:t>
            </w:r>
            <w:r>
              <w:rPr>
                <w:b/>
              </w:rPr>
              <w:t>ai sensi dell’a</w:t>
            </w:r>
            <w:r w:rsidRPr="00DB6B97">
              <w:rPr>
                <w:b/>
              </w:rPr>
              <w:t>rt</w:t>
            </w:r>
            <w:r>
              <w:rPr>
                <w:b/>
              </w:rPr>
              <w:t>.</w:t>
            </w:r>
            <w:r w:rsidRPr="00DB6B97">
              <w:rPr>
                <w:b/>
              </w:rPr>
              <w:t xml:space="preserve"> 80</w:t>
            </w:r>
            <w:r>
              <w:rPr>
                <w:b/>
              </w:rPr>
              <w:t>,</w:t>
            </w:r>
            <w:r w:rsidRPr="00DB6B97">
              <w:rPr>
                <w:b/>
              </w:rPr>
              <w:t xml:space="preserve"> comma 1</w:t>
            </w:r>
            <w:r>
              <w:rPr>
                <w:b/>
              </w:rPr>
              <w:t>,</w:t>
            </w:r>
            <w:r w:rsidRPr="00DB6B97">
              <w:rPr>
                <w:b/>
              </w:rPr>
              <w:t xml:space="preserve"> del </w:t>
            </w:r>
            <w:r>
              <w:rPr>
                <w:b/>
              </w:rPr>
              <w:t>d</w:t>
            </w:r>
            <w:r w:rsidRPr="00DB6B97">
              <w:rPr>
                <w:b/>
              </w:rPr>
              <w:t>.</w:t>
            </w:r>
            <w:r>
              <w:rPr>
                <w:b/>
              </w:rPr>
              <w:t>l</w:t>
            </w:r>
            <w:r w:rsidRPr="00DB6B97">
              <w:rPr>
                <w:b/>
              </w:rPr>
              <w:t xml:space="preserve">gs. </w:t>
            </w:r>
            <w:r>
              <w:rPr>
                <w:b/>
              </w:rPr>
              <w:t xml:space="preserve">n. </w:t>
            </w:r>
            <w:r w:rsidRPr="00DB6B97">
              <w:rPr>
                <w:b/>
              </w:rPr>
              <w:t>50/2016: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rsidR="00B165AB" w:rsidRPr="00DB6B97" w:rsidRDefault="00B165AB" w:rsidP="00692CE7">
            <w:pPr>
              <w:pStyle w:val="Corpo"/>
              <w:rPr>
                <w:b/>
              </w:rPr>
            </w:pPr>
            <w:r w:rsidRPr="00DB6B97">
              <w:rPr>
                <w:b/>
              </w:rPr>
              <w:t>Risposta</w:t>
            </w:r>
          </w:p>
        </w:tc>
      </w:tr>
      <w:tr w:rsidR="00B165AB" w:rsidRPr="00541BA8"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034AC" w:rsidRDefault="00B165AB" w:rsidP="00692CE7">
            <w:pPr>
              <w:pStyle w:val="Corpo"/>
              <w:spacing w:before="60" w:after="60"/>
              <w:rPr>
                <w:sz w:val="18"/>
                <w:szCs w:val="18"/>
              </w:rPr>
            </w:pPr>
            <w:r w:rsidRPr="00E034AC">
              <w:rPr>
                <w:sz w:val="18"/>
                <w:szCs w:val="18"/>
              </w:rPr>
              <w:t xml:space="preserve">L’operatore economico ovvero uno dei soggetti di cui </w:t>
            </w:r>
            <w:r w:rsidRPr="00E034AC">
              <w:rPr>
                <w:spacing w:val="-2"/>
                <w:sz w:val="18"/>
                <w:szCs w:val="18"/>
              </w:rPr>
              <w:t xml:space="preserve">all’art. 80, comma 3, del Codice appalti è stato condannato </w:t>
            </w:r>
            <w:r w:rsidRPr="00E034AC">
              <w:rPr>
                <w:sz w:val="18"/>
                <w:szCs w:val="18"/>
              </w:rPr>
              <w:t xml:space="preserve">per uno dei motivi sopra indicati con </w:t>
            </w:r>
            <w:r w:rsidRPr="00E034AC">
              <w:rPr>
                <w:b/>
                <w:sz w:val="18"/>
                <w:szCs w:val="18"/>
              </w:rPr>
              <w:t>sentenza definitiva</w:t>
            </w:r>
            <w:r w:rsidRPr="00E034AC">
              <w:rPr>
                <w:sz w:val="18"/>
                <w:szCs w:val="18"/>
              </w:rPr>
              <w:t xml:space="preserve"> o</w:t>
            </w:r>
            <w:r w:rsidRPr="00E034AC">
              <w:rPr>
                <w:b/>
                <w:sz w:val="18"/>
                <w:szCs w:val="18"/>
              </w:rPr>
              <w:t xml:space="preserve"> decreto penale di condanna divenuto irrevocabile </w:t>
            </w:r>
            <w:r w:rsidRPr="00E034AC">
              <w:rPr>
                <w:sz w:val="18"/>
                <w:szCs w:val="18"/>
              </w:rPr>
              <w:t>o</w:t>
            </w:r>
            <w:r w:rsidRPr="00E034AC">
              <w:rPr>
                <w:b/>
                <w:sz w:val="18"/>
                <w:szCs w:val="18"/>
              </w:rPr>
              <w:t xml:space="preserve"> sentenza di applicazione della pena su richiesta delle parti ex art. 444 del Codice di procedura penale </w:t>
            </w:r>
            <w:r w:rsidRPr="00E034AC">
              <w:rPr>
                <w:sz w:val="18"/>
                <w:szCs w:val="18"/>
              </w:rPr>
              <w:t xml:space="preserve">e dai quali risulta ancora </w:t>
            </w:r>
            <w:r w:rsidRPr="00E034AC">
              <w:rPr>
                <w:b/>
                <w:sz w:val="18"/>
                <w:szCs w:val="18"/>
                <w:u w:val="single"/>
              </w:rPr>
              <w:t xml:space="preserve">applicabile un </w:t>
            </w:r>
            <w:r w:rsidRPr="00E034AC">
              <w:rPr>
                <w:b/>
                <w:spacing w:val="-2"/>
                <w:sz w:val="18"/>
                <w:szCs w:val="18"/>
                <w:u w:val="single"/>
              </w:rPr>
              <w:t>periodo di esclusione dalla procedura d’appalto o concessione stabilito direttamente nel provvedimento ovvero desumibile ai sensi dell’art. 80, commi 10 e 10-bis</w:t>
            </w:r>
            <w:r w:rsidRPr="00E034AC">
              <w:rPr>
                <w:b/>
                <w:sz w:val="18"/>
                <w:szCs w:val="18"/>
                <w:u w:val="single"/>
              </w:rPr>
              <w:t xml:space="preserve"> </w:t>
            </w:r>
            <w:r w:rsidRPr="00393153">
              <w:rPr>
                <w:b/>
                <w:spacing w:val="-2"/>
                <w:sz w:val="18"/>
                <w:szCs w:val="18"/>
                <w:u w:val="single"/>
              </w:rPr>
              <w:t>del Codice appalti</w:t>
            </w:r>
            <w:r w:rsidRPr="00E034AC">
              <w:rPr>
                <w:spacing w:val="-2"/>
                <w:sz w:val="18"/>
                <w:szCs w:val="18"/>
              </w:rPr>
              <w:t xml:space="preserve"> </w:t>
            </w:r>
            <w:r w:rsidRPr="00E034AC">
              <w:rPr>
                <w:rStyle w:val="Rimandonotaapidipagina"/>
                <w:b/>
              </w:rPr>
              <w:footnoteReference w:id="5"/>
            </w:r>
            <w:r w:rsidRPr="00E034AC">
              <w:rPr>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F2B3E" w:rsidP="00692CE7">
            <w:pPr>
              <w:pStyle w:val="Corpo"/>
              <w:spacing w:before="60" w:after="60"/>
              <w:rPr>
                <w:sz w:val="18"/>
                <w:szCs w:val="18"/>
              </w:rPr>
            </w:pPr>
            <w:sdt>
              <w:sdtPr>
                <w:id w:val="-139318742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0557599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auto"/>
              <w:right w:val="single" w:sz="4" w:space="0" w:color="00000A"/>
            </w:tcBorders>
            <w:shd w:val="clear" w:color="auto" w:fill="EEECE1" w:themeFill="background2"/>
          </w:tcPr>
          <w:p w:rsidR="00B165AB" w:rsidRPr="00470E81" w:rsidRDefault="00B165AB" w:rsidP="00692CE7">
            <w:pPr>
              <w:tabs>
                <w:tab w:val="left" w:pos="0"/>
              </w:tabs>
              <w:suppressAutoHyphens/>
              <w:spacing w:before="60" w:after="60"/>
            </w:pPr>
            <w:r>
              <w:rPr>
                <w:b/>
                <w:u w:val="single"/>
              </w:rPr>
              <w:lastRenderedPageBreak/>
              <w:t>A.2</w:t>
            </w:r>
            <w:r w:rsidRPr="00470E81">
              <w:rPr>
                <w:b/>
              </w:rPr>
              <w:t xml:space="preserve"> Motivo di esclusione ex art. 80, comma 5, lett. l), del d.lgs. n. 50/2016</w:t>
            </w:r>
          </w:p>
        </w:tc>
        <w:tc>
          <w:tcPr>
            <w:tcW w:w="482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165AB" w:rsidRPr="00E4709A" w:rsidRDefault="00B165AB" w:rsidP="00692CE7">
            <w:pPr>
              <w:spacing w:before="60" w:after="60"/>
              <w:rPr>
                <w:strike/>
                <w:sz w:val="18"/>
                <w:szCs w:val="18"/>
                <w:highlight w:val="yellow"/>
              </w:rPr>
            </w:pPr>
          </w:p>
        </w:tc>
      </w:tr>
      <w:tr w:rsidR="00B165AB" w:rsidRPr="00F21BCF"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B165AB" w:rsidP="00692CE7">
            <w:pPr>
              <w:tabs>
                <w:tab w:val="left" w:pos="0"/>
              </w:tabs>
              <w:suppressAutoHyphens/>
              <w:spacing w:before="60" w:after="60"/>
            </w:pPr>
            <w:r w:rsidRPr="00F21BCF">
              <w:rPr>
                <w:sz w:val="18"/>
              </w:rPr>
              <w:t xml:space="preserve">L’operatore economico </w:t>
            </w:r>
            <w:r w:rsidRPr="00F21BCF">
              <w:rPr>
                <w:b/>
                <w:sz w:val="18"/>
              </w:rPr>
              <w:t>è stato vittima di un reato di con</w:t>
            </w:r>
            <w:r>
              <w:rPr>
                <w:b/>
                <w:sz w:val="18"/>
              </w:rPr>
              <w:softHyphen/>
            </w:r>
            <w:r w:rsidRPr="00F21BCF">
              <w:rPr>
                <w:b/>
                <w:sz w:val="18"/>
              </w:rPr>
              <w:t>cussione o estorsione aggravato dallo stampo mafioso</w:t>
            </w:r>
            <w:r w:rsidRPr="00F21BCF">
              <w:rPr>
                <w:sz w:val="18"/>
              </w:rPr>
              <w:t>?</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4F2B3E" w:rsidP="00692CE7">
            <w:pPr>
              <w:spacing w:before="60" w:after="60"/>
              <w:rPr>
                <w:sz w:val="18"/>
                <w:szCs w:val="18"/>
                <w:highlight w:val="yellow"/>
              </w:rPr>
            </w:pPr>
            <w:sdt>
              <w:sdtPr>
                <w:id w:val="-125228092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Sì</w:t>
            </w:r>
            <w:r w:rsidR="00B165AB" w:rsidRPr="00F21BCF">
              <w:rPr>
                <w:sz w:val="18"/>
                <w:szCs w:val="18"/>
              </w:rPr>
              <w:tab/>
            </w:r>
            <w:sdt>
              <w:sdtPr>
                <w:id w:val="-142132565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870B7D" w:rsidRDefault="00B165AB" w:rsidP="00692CE7">
            <w:pPr>
              <w:suppressAutoHyphens/>
              <w:spacing w:before="60" w:after="60"/>
              <w:rPr>
                <w:b/>
              </w:rPr>
            </w:pPr>
            <w:r w:rsidRPr="00A16A5D">
              <w:rPr>
                <w:b/>
                <w:u w:val="single"/>
              </w:rPr>
              <w:t>A.3</w:t>
            </w:r>
            <w:r>
              <w:rPr>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7B7AA9" w:rsidRDefault="00B165AB" w:rsidP="001869FF">
            <w:pPr>
              <w:spacing w:before="60"/>
              <w:rPr>
                <w:sz w:val="16"/>
                <w:szCs w:val="16"/>
              </w:rPr>
            </w:pPr>
            <w:r w:rsidRPr="007B7AA9">
              <w:rPr>
                <w:sz w:val="16"/>
                <w:szCs w:val="16"/>
              </w:rPr>
              <w:t>I</w:t>
            </w:r>
            <w:r>
              <w:rPr>
                <w:sz w:val="16"/>
                <w:szCs w:val="16"/>
              </w:rPr>
              <w:t xml:space="preserve">NDICAZIONE PER L’EVENTUALE </w:t>
            </w:r>
            <w:r w:rsidRPr="00CF2CDC">
              <w:rPr>
                <w:sz w:val="16"/>
                <w:szCs w:val="16"/>
                <w:u w:val="single"/>
              </w:rPr>
              <w:t>SOCIO DI MAGGIORANZA</w:t>
            </w:r>
            <w:r>
              <w:rPr>
                <w:sz w:val="16"/>
                <w:szCs w:val="16"/>
                <w:u w:val="single"/>
              </w:rPr>
              <w:t xml:space="preserve"> </w:t>
            </w:r>
            <w:r w:rsidRPr="00CF2CDC">
              <w:rPr>
                <w:sz w:val="16"/>
                <w:szCs w:val="16"/>
                <w:u w:val="single"/>
              </w:rPr>
              <w:t>/</w:t>
            </w:r>
            <w:r>
              <w:rPr>
                <w:sz w:val="16"/>
                <w:szCs w:val="16"/>
                <w:u w:val="single"/>
              </w:rPr>
              <w:t xml:space="preserve"> </w:t>
            </w:r>
            <w:r w:rsidRPr="00CF2CDC">
              <w:rPr>
                <w:sz w:val="16"/>
                <w:szCs w:val="16"/>
                <w:u w:val="single"/>
              </w:rPr>
              <w:t>SOCIO UNICO</w:t>
            </w:r>
          </w:p>
        </w:tc>
      </w:tr>
      <w:tr w:rsidR="00B165AB" w:rsidRPr="00870B7D"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Sussistono a carico dei soggetti di cui all’art. 80, comma 3, del d.lgs. n. 50/2016 </w:t>
            </w:r>
            <w:r w:rsidRPr="00816790">
              <w:rPr>
                <w:b/>
                <w:sz w:val="18"/>
              </w:rPr>
              <w:t>cause di decadenza, di sospensione o di divieto</w:t>
            </w:r>
            <w:r w:rsidRPr="00816790">
              <w:rPr>
                <w:sz w:val="18"/>
              </w:rPr>
              <w:t xml:space="preserve"> previste dall'art. 67 del d.lgs. n. 159/2011 o un </w:t>
            </w:r>
            <w:r w:rsidRPr="00816790">
              <w:rPr>
                <w:b/>
                <w:sz w:val="18"/>
              </w:rPr>
              <w:t>tentativo di infiltrazione mafiosa</w:t>
            </w:r>
            <w:r w:rsidRPr="00816790">
              <w:rPr>
                <w:sz w:val="18"/>
              </w:rPr>
              <w:t xml:space="preserve"> di cui all'art. 84, comma 4, del medesimo decreto?</w:t>
            </w:r>
            <w:r>
              <w:rPr>
                <w:sz w:val="18"/>
              </w:rPr>
              <w:t xml:space="preserve"> </w:t>
            </w:r>
            <w:r w:rsidRPr="00816790">
              <w:rPr>
                <w:sz w:val="18"/>
                <w:vertAlign w:val="superscript"/>
              </w:rPr>
              <w:footnoteReference w:id="6"/>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F2B3E" w:rsidP="00692CE7">
            <w:pPr>
              <w:spacing w:before="60" w:after="60"/>
              <w:rPr>
                <w:sz w:val="18"/>
                <w:szCs w:val="18"/>
              </w:rPr>
            </w:pPr>
            <w:sdt>
              <w:sdtPr>
                <w:id w:val="15735146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59366669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Indicare se l’operatore economico è </w:t>
            </w:r>
            <w:r w:rsidRPr="00816790">
              <w:rPr>
                <w:kern w:val="1"/>
                <w:sz w:val="18"/>
              </w:rPr>
              <w:t>iscritto</w:t>
            </w:r>
            <w:r w:rsidRPr="00816790">
              <w:rPr>
                <w:sz w:val="18"/>
              </w:rPr>
              <w:t xml:space="preserve"> nella </w:t>
            </w:r>
            <w:r w:rsidRPr="00F62F7B">
              <w:rPr>
                <w:i/>
                <w:sz w:val="18"/>
              </w:rPr>
              <w:t>white list</w:t>
            </w:r>
            <w:r w:rsidRPr="00816790">
              <w:rPr>
                <w:sz w:val="18"/>
              </w:rPr>
              <w:t>:</w:t>
            </w:r>
          </w:p>
        </w:tc>
        <w:tc>
          <w:tcPr>
            <w:tcW w:w="4823" w:type="dxa"/>
            <w:tcBorders>
              <w:top w:val="single" w:sz="4" w:space="0" w:color="00000A"/>
              <w:left w:val="single" w:sz="4" w:space="0" w:color="00000A"/>
              <w:right w:val="single" w:sz="4" w:space="0" w:color="00000A"/>
            </w:tcBorders>
            <w:shd w:val="clear" w:color="auto" w:fill="FFFFFF"/>
            <w:vAlign w:val="center"/>
          </w:tcPr>
          <w:p w:rsidR="00B165AB" w:rsidRPr="000435FC" w:rsidRDefault="004F2B3E" w:rsidP="00692CE7">
            <w:pPr>
              <w:spacing w:before="60"/>
              <w:rPr>
                <w:sz w:val="18"/>
                <w:szCs w:val="18"/>
              </w:rPr>
            </w:pPr>
            <w:sdt>
              <w:sdtPr>
                <w:id w:val="112921200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20238080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p w:rsidR="00B165AB" w:rsidRPr="000435FC" w:rsidRDefault="00B165AB" w:rsidP="00692CE7">
            <w:pPr>
              <w:spacing w:after="60"/>
              <w:rPr>
                <w:sz w:val="18"/>
                <w:szCs w:val="18"/>
              </w:rPr>
            </w:pPr>
            <w:r>
              <w:rPr>
                <w:sz w:val="18"/>
                <w:szCs w:val="18"/>
              </w:rPr>
              <w:t>[</w:t>
            </w:r>
            <w:r w:rsidRPr="000435FC">
              <w:rPr>
                <w:sz w:val="18"/>
                <w:szCs w:val="18"/>
              </w:rPr>
              <w:t>prefettura/commissariato competente</w:t>
            </w:r>
            <w:r>
              <w:rPr>
                <w:sz w:val="18"/>
                <w:szCs w:val="18"/>
              </w:rPr>
              <w:t>]</w:t>
            </w:r>
            <w:r w:rsidRPr="000435FC">
              <w:rPr>
                <w:sz w:val="18"/>
                <w:szCs w:val="18"/>
              </w:rPr>
              <w:t xml:space="preserve"> </w:t>
            </w: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816790" w:rsidTr="00692CE7">
        <w:tc>
          <w:tcPr>
            <w:tcW w:w="4962" w:type="dxa"/>
            <w:tcBorders>
              <w:left w:val="single" w:sz="4" w:space="0" w:color="auto"/>
              <w:bottom w:val="single" w:sz="4" w:space="0" w:color="auto"/>
              <w:right w:val="single" w:sz="4" w:space="0" w:color="auto"/>
            </w:tcBorders>
            <w:shd w:val="clear" w:color="auto" w:fill="FFFFFF"/>
          </w:tcPr>
          <w:p w:rsidR="00B165AB" w:rsidRPr="00816790" w:rsidRDefault="00B165AB" w:rsidP="00692CE7">
            <w:pPr>
              <w:suppressAutoHyphens/>
              <w:spacing w:before="60" w:after="60"/>
              <w:rPr>
                <w:sz w:val="18"/>
              </w:rPr>
            </w:pPr>
            <w:r w:rsidRPr="007B2F99">
              <w:rPr>
                <w:b/>
                <w:sz w:val="18"/>
              </w:rPr>
              <w:t>In caso affermativo</w:t>
            </w:r>
            <w:r>
              <w:rPr>
                <w:sz w:val="18"/>
              </w:rPr>
              <w:t xml:space="preserve"> indicare </w:t>
            </w:r>
            <w:r w:rsidRPr="00DB1677">
              <w:rPr>
                <w:sz w:val="18"/>
                <w:u w:val="single"/>
              </w:rPr>
              <w:t>la data di scadenza</w:t>
            </w:r>
            <w:r>
              <w:rPr>
                <w:sz w:val="18"/>
              </w:rPr>
              <w:t>:</w:t>
            </w:r>
          </w:p>
        </w:tc>
        <w:tc>
          <w:tcPr>
            <w:tcW w:w="4823" w:type="dxa"/>
            <w:tcBorders>
              <w:left w:val="single" w:sz="4" w:space="0" w:color="auto"/>
              <w:bottom w:val="single" w:sz="4" w:space="0" w:color="auto"/>
              <w:right w:val="single" w:sz="4" w:space="0" w:color="auto"/>
            </w:tcBorders>
            <w:shd w:val="clear" w:color="auto" w:fill="FFFFFF"/>
            <w:vAlign w:val="center"/>
          </w:tcPr>
          <w:p w:rsidR="00B165AB" w:rsidRPr="000435FC" w:rsidRDefault="00B165AB" w:rsidP="00692CE7">
            <w:pPr>
              <w:spacing w:before="60" w:after="60"/>
              <w:rPr>
                <w:sz w:val="18"/>
                <w:szCs w:val="18"/>
              </w:rPr>
            </w:pP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4B7ECC" w:rsidTr="00692CE7">
        <w:tc>
          <w:tcPr>
            <w:tcW w:w="4962" w:type="dxa"/>
            <w:tcBorders>
              <w:top w:val="single" w:sz="4" w:space="0" w:color="auto"/>
              <w:left w:val="single" w:sz="4" w:space="0" w:color="00000A"/>
              <w:right w:val="single" w:sz="4" w:space="0" w:color="00000A"/>
            </w:tcBorders>
            <w:shd w:val="clear" w:color="auto" w:fill="FFFFFF"/>
          </w:tcPr>
          <w:p w:rsidR="00B165AB" w:rsidRPr="00707AE2" w:rsidRDefault="00B165AB" w:rsidP="00692CE7">
            <w:pPr>
              <w:suppressAutoHyphens/>
              <w:spacing w:before="60" w:after="60"/>
              <w:rPr>
                <w:highlight w:val="yellow"/>
              </w:rPr>
            </w:pPr>
            <w:r w:rsidRPr="00707AE2">
              <w:rPr>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rsidR="00B165AB" w:rsidRPr="00707AE2" w:rsidRDefault="004F2B3E" w:rsidP="00692CE7">
            <w:pPr>
              <w:spacing w:before="60" w:after="60"/>
              <w:rPr>
                <w:sz w:val="18"/>
                <w:szCs w:val="18"/>
              </w:rPr>
            </w:pPr>
            <w:sdt>
              <w:sdtPr>
                <w:id w:val="-145979406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Sì</w:t>
            </w:r>
            <w:r w:rsidR="00B165AB" w:rsidRPr="00707AE2">
              <w:rPr>
                <w:sz w:val="18"/>
                <w:szCs w:val="18"/>
              </w:rPr>
              <w:tab/>
            </w:r>
            <w:sdt>
              <w:sdtPr>
                <w:id w:val="15198117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No</w:t>
            </w:r>
          </w:p>
          <w:p w:rsidR="00B165AB" w:rsidRPr="00707AE2" w:rsidRDefault="00B165AB" w:rsidP="00692CE7">
            <w:pPr>
              <w:spacing w:before="60" w:after="60"/>
              <w:rPr>
                <w:sz w:val="18"/>
                <w:szCs w:val="18"/>
                <w:highlight w:val="yellow"/>
              </w:rPr>
            </w:pPr>
            <w:r w:rsidRPr="00707AE2">
              <w:rPr>
                <w:sz w:val="18"/>
                <w:szCs w:val="18"/>
              </w:rPr>
              <w:t xml:space="preserve">[prefettura/commissariato competente] </w:t>
            </w: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r w:rsidR="00B165AB" w:rsidRPr="00707AE2" w:rsidTr="00692CE7">
        <w:tc>
          <w:tcPr>
            <w:tcW w:w="4962" w:type="dxa"/>
            <w:tcBorders>
              <w:left w:val="single" w:sz="4" w:space="0" w:color="00000A"/>
              <w:bottom w:val="single" w:sz="4" w:space="0" w:color="auto"/>
              <w:right w:val="single" w:sz="4" w:space="0" w:color="00000A"/>
            </w:tcBorders>
            <w:shd w:val="clear" w:color="auto" w:fill="FFFFFF"/>
          </w:tcPr>
          <w:p w:rsidR="00B165AB" w:rsidRPr="00707AE2" w:rsidRDefault="00B165AB" w:rsidP="00692CE7">
            <w:pPr>
              <w:suppressAutoHyphens/>
              <w:spacing w:before="60" w:after="60"/>
              <w:rPr>
                <w:spacing w:val="-2"/>
                <w:sz w:val="18"/>
              </w:rPr>
            </w:pPr>
            <w:r w:rsidRPr="00707AE2">
              <w:rPr>
                <w:b/>
                <w:spacing w:val="-2"/>
                <w:sz w:val="18"/>
              </w:rPr>
              <w:t>In caso affermativo</w:t>
            </w:r>
            <w:r w:rsidRPr="00707AE2">
              <w:rPr>
                <w:spacing w:val="-2"/>
                <w:sz w:val="18"/>
              </w:rPr>
              <w:t xml:space="preserve"> indicare la </w:t>
            </w:r>
            <w:r w:rsidRPr="00707AE2">
              <w:rPr>
                <w:spacing w:val="-2"/>
                <w:sz w:val="18"/>
                <w:u w:val="single"/>
              </w:rPr>
              <w:t>data della richiesta di rinnovo</w:t>
            </w:r>
            <w:r w:rsidRPr="00707AE2">
              <w:rPr>
                <w:spacing w:val="-2"/>
                <w:sz w:val="18"/>
              </w:rPr>
              <w:t>:</w:t>
            </w:r>
          </w:p>
        </w:tc>
        <w:tc>
          <w:tcPr>
            <w:tcW w:w="4823" w:type="dxa"/>
            <w:tcBorders>
              <w:left w:val="single" w:sz="4" w:space="0" w:color="00000A"/>
              <w:bottom w:val="single" w:sz="4" w:space="0" w:color="auto"/>
              <w:right w:val="single" w:sz="4" w:space="0" w:color="00000A"/>
            </w:tcBorders>
            <w:shd w:val="clear" w:color="auto" w:fill="FFFFFF"/>
            <w:vAlign w:val="center"/>
          </w:tcPr>
          <w:p w:rsidR="00B165AB" w:rsidRPr="00707AE2" w:rsidRDefault="00B165AB" w:rsidP="00692CE7">
            <w:pPr>
              <w:spacing w:before="60" w:after="60"/>
              <w:rPr>
                <w:sz w:val="18"/>
                <w:szCs w:val="18"/>
                <w:highlight w:val="yellow"/>
              </w:rPr>
            </w:pP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bl>
    <w:p w:rsidR="00B165AB" w:rsidRDefault="00B165AB" w:rsidP="00B165AB">
      <w:pPr>
        <w:rPr>
          <w:rFonts w:eastAsia="Calibri"/>
          <w:b/>
          <w:caps/>
          <w:smallCaps/>
          <w:kern w:val="1"/>
          <w:lang w:bidi="it-IT"/>
        </w:rPr>
      </w:pPr>
      <w:bookmarkStart w:id="11" w:name="_Hlk31800581"/>
    </w:p>
    <w:bookmarkEnd w:id="11"/>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B</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PAGAMENTO DI IMPOSTE O CONTRIBUTI PREVIDENZIALI</w:t>
      </w:r>
    </w:p>
    <w:p w:rsidR="00B165AB" w:rsidRPr="009E2181" w:rsidRDefault="00B165AB" w:rsidP="00B165AB">
      <w:pPr>
        <w:pStyle w:val="Corpo"/>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EE2ADF" w:rsidTr="00692CE7">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A539CC" w:rsidRDefault="00B165AB" w:rsidP="00692CE7">
            <w:pPr>
              <w:pStyle w:val="Corpo"/>
            </w:pPr>
            <w:bookmarkStart w:id="12" w:name="_Hlk531782404"/>
            <w:r>
              <w:rPr>
                <w:b/>
              </w:rPr>
              <w:t>Motivi legati al p</w:t>
            </w:r>
            <w:r w:rsidRPr="00A539CC">
              <w:rPr>
                <w:b/>
              </w:rPr>
              <w:t>agamento di imposte, tasse o contributi previdenziali</w:t>
            </w:r>
            <w:r>
              <w:rPr>
                <w:b/>
              </w:rPr>
              <w:t xml:space="preserve"> ai sensi dell’</w:t>
            </w:r>
            <w:r w:rsidRPr="00A539CC">
              <w:rPr>
                <w:b/>
              </w:rPr>
              <w:t>art</w:t>
            </w:r>
            <w:r>
              <w:rPr>
                <w:b/>
              </w:rPr>
              <w:t>.</w:t>
            </w:r>
            <w:r w:rsidRPr="00A539CC">
              <w:rPr>
                <w:b/>
              </w:rPr>
              <w:t xml:space="preserve"> 80, comma 4, del d.lgs. n. 50/16: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pPr>
            <w:r w:rsidRPr="00EE2ADF">
              <w:rPr>
                <w:b/>
              </w:rPr>
              <w:t>Risposta:</w:t>
            </w: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bookmarkStart w:id="13" w:name="_Hlk531789017"/>
            <w:r w:rsidRPr="00F70222">
              <w:rPr>
                <w:sz w:val="18"/>
                <w:szCs w:val="18"/>
              </w:rPr>
              <w:t xml:space="preserve">L'operatore economico ha commesso </w:t>
            </w:r>
            <w:r w:rsidRPr="00F70222">
              <w:rPr>
                <w:b/>
                <w:bCs/>
                <w:sz w:val="18"/>
                <w:szCs w:val="18"/>
              </w:rPr>
              <w:t>violazioni gravi</w:t>
            </w:r>
            <w:r w:rsidRPr="00F70222">
              <w:rPr>
                <w:rStyle w:val="Rimandonotaapidipagina"/>
                <w:b/>
                <w:bCs/>
              </w:rPr>
              <w:footnoteReference w:id="7"/>
            </w:r>
            <w:r w:rsidRPr="00F70222">
              <w:rPr>
                <w:b/>
                <w:bCs/>
                <w:sz w:val="18"/>
                <w:szCs w:val="18"/>
              </w:rPr>
              <w:t>, definitivamente accertate, rispetto agli obblighi relativi al pagamento delle imposte e tasse o dei contributi previdenziali</w:t>
            </w:r>
            <w:r w:rsidRPr="00F70222">
              <w:rPr>
                <w:sz w:val="18"/>
                <w:szCs w:val="18"/>
              </w:rPr>
              <w:t>, secondo la legislazione italiana o quella dello stato in cui è stabilito?</w:t>
            </w:r>
            <w:r w:rsidRPr="00F70222">
              <w:rPr>
                <w:rStyle w:val="Rimandonotaapidipagina"/>
                <w:sz w:val="16"/>
                <w:szCs w:val="16"/>
              </w:rPr>
              <w:footnoteReference w:id="8"/>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4F2B3E" w:rsidP="00692CE7">
            <w:pPr>
              <w:pStyle w:val="Corpo"/>
              <w:rPr>
                <w:sz w:val="18"/>
                <w:szCs w:val="18"/>
                <w:lang w:val="de-DE"/>
              </w:rPr>
            </w:pPr>
            <w:sdt>
              <w:sdtPr>
                <w:id w:val="-64728278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357580535"/>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9"/>
            </w:r>
          </w:p>
          <w:p w:rsidR="00B165AB" w:rsidRPr="00F70222" w:rsidRDefault="00B165AB" w:rsidP="00692CE7">
            <w:pPr>
              <w:pStyle w:val="Corpo"/>
              <w:rPr>
                <w:strike/>
                <w:sz w:val="18"/>
                <w:szCs w:val="18"/>
              </w:rPr>
            </w:pP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r w:rsidRPr="00F70222">
              <w:rPr>
                <w:sz w:val="18"/>
                <w:szCs w:val="18"/>
              </w:rPr>
              <w:lastRenderedPageBreak/>
              <w:t>L’operatore economico ha commesso violazioni</w:t>
            </w:r>
            <w:r w:rsidRPr="00F70222">
              <w:rPr>
                <w:rStyle w:val="Rimandonotaapidipagina"/>
                <w:b/>
                <w:bCs/>
              </w:rPr>
              <w:footnoteReference w:id="10"/>
            </w:r>
            <w:r w:rsidRPr="00F70222">
              <w:rPr>
                <w:rStyle w:val="Rimandonotaapidipagina"/>
                <w:b/>
                <w:bCs/>
              </w:rPr>
              <w:t>,</w:t>
            </w:r>
            <w:r w:rsidRPr="00F70222">
              <w:rPr>
                <w:sz w:val="18"/>
                <w:szCs w:val="18"/>
              </w:rPr>
              <w:t> </w:t>
            </w:r>
            <w:r w:rsidRPr="00F70222">
              <w:rPr>
                <w:b/>
                <w:bCs/>
                <w:sz w:val="18"/>
                <w:szCs w:val="18"/>
              </w:rPr>
              <w:t>non definitivamente accertate</w:t>
            </w:r>
            <w:r w:rsidRPr="00F70222">
              <w:rPr>
                <w:sz w:val="18"/>
                <w:szCs w:val="18"/>
              </w:rPr>
              <w:t>, rispetto agli obblighi relativi al pagamento delle imposte e tasse o dei contributi previdenziali, secondo la legislazione italiana o quella dello stato in cui è stabilito?</w:t>
            </w:r>
            <w:r w:rsidRPr="00F70222">
              <w:rPr>
                <w:bdr w:val="none" w:sz="0" w:space="0" w:color="auto" w:frame="1"/>
              </w:rPr>
              <w:t> </w:t>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4F2B3E" w:rsidP="00692CE7">
            <w:pPr>
              <w:pStyle w:val="Corpo"/>
              <w:rPr>
                <w:sz w:val="18"/>
                <w:szCs w:val="18"/>
                <w:lang w:val="de-DE"/>
              </w:rPr>
            </w:pPr>
            <w:sdt>
              <w:sdtPr>
                <w:id w:val="212618157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0142685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11"/>
            </w:r>
          </w:p>
          <w:p w:rsidR="00B165AB" w:rsidRPr="00F70222" w:rsidRDefault="00B165AB" w:rsidP="00692CE7">
            <w:pPr>
              <w:pStyle w:val="Corpo"/>
              <w:rPr>
                <w:strike/>
                <w:sz w:val="18"/>
                <w:szCs w:val="18"/>
              </w:rPr>
            </w:pPr>
          </w:p>
        </w:tc>
      </w:tr>
    </w:tbl>
    <w:p w:rsidR="00B165AB" w:rsidRDefault="00B165AB" w:rsidP="00B165AB">
      <w:pPr>
        <w:rPr>
          <w:rFonts w:eastAsia="Calibri"/>
          <w:b/>
          <w:caps/>
          <w:smallCaps/>
          <w:kern w:val="1"/>
          <w:lang w:bidi="it-IT"/>
        </w:rPr>
      </w:pPr>
      <w:bookmarkStart w:id="14" w:name="_Hlk31727755"/>
      <w:bookmarkStart w:id="15" w:name="_Hlk27471744"/>
      <w:bookmarkEnd w:id="12"/>
      <w:bookmarkEnd w:id="13"/>
    </w:p>
    <w:bookmarkEnd w:id="14"/>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C</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INSOLVENZA, CONFLITTO DI INTERESSI O ILLECITI PROFESSIONALI</w:t>
      </w:r>
    </w:p>
    <w:bookmarkEnd w:id="15"/>
    <w:p w:rsidR="00B165AB" w:rsidRDefault="00B165AB" w:rsidP="00B165AB">
      <w:pPr>
        <w:pStyle w:val="Corpo"/>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B636E4" w:rsidRDefault="00B165AB" w:rsidP="00692CE7">
            <w:pPr>
              <w:pStyle w:val="Corpo"/>
              <w:rPr>
                <w:b/>
              </w:rPr>
            </w:pPr>
            <w:r w:rsidRPr="00B636E4">
              <w:rPr>
                <w:b/>
              </w:rPr>
              <w:t>Motivi legati ad eventuali conflitti di interesse o illeciti professionali ai sensi dell’art. 80, comma 5,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B636E4" w:rsidRDefault="00B165AB" w:rsidP="00692CE7">
            <w:pPr>
              <w:pStyle w:val="Corpo"/>
              <w:rPr>
                <w:b/>
              </w:rPr>
            </w:pPr>
            <w:r w:rsidRPr="00B636E4">
              <w:rPr>
                <w:b/>
              </w:rPr>
              <w:t>Risposta: INDICARE QUALSIASI SENTENZA O CONDANNA</w:t>
            </w:r>
          </w:p>
        </w:tc>
      </w:tr>
      <w:tr w:rsidR="00B165AB" w:rsidRPr="00905785"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EE2ADF" w:rsidRDefault="00B165AB" w:rsidP="00692CE7">
            <w:pPr>
              <w:pStyle w:val="Corpo"/>
              <w:spacing w:before="60" w:after="60"/>
            </w:pPr>
            <w:r w:rsidRPr="00B636E4">
              <w:rPr>
                <w:b/>
                <w:sz w:val="18"/>
                <w:u w:val="single"/>
              </w:rPr>
              <w:t>C.1</w:t>
            </w:r>
            <w:r>
              <w:rPr>
                <w:sz w:val="18"/>
              </w:rPr>
              <w:t xml:space="preserve"> </w:t>
            </w:r>
            <w:r w:rsidRPr="00F15CAA">
              <w:rPr>
                <w:sz w:val="18"/>
              </w:rPr>
              <w:t xml:space="preserve">L'operatore economico ha commesso </w:t>
            </w:r>
            <w:r w:rsidRPr="00B636E4">
              <w:rPr>
                <w:b/>
                <w:sz w:val="18"/>
              </w:rPr>
              <w:t>gravi infrazioni debitamente accertate alle norme in materia di salute e sicurezza sul lavoro, nonché agli obblighi in materia ambientale, sociale e del lavoro</w:t>
            </w:r>
            <w:r w:rsidRPr="00F15CAA">
              <w:rPr>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4F2B3E" w:rsidP="00692CE7">
            <w:pPr>
              <w:pStyle w:val="Corpo"/>
              <w:spacing w:before="60" w:after="60"/>
              <w:rPr>
                <w:sz w:val="18"/>
                <w:szCs w:val="18"/>
              </w:rPr>
            </w:pPr>
            <w:sdt>
              <w:sdtPr>
                <w:id w:val="-156092710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46415401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B165AB" w:rsidRPr="00361C91" w:rsidRDefault="00B165AB" w:rsidP="00692CE7">
            <w:pPr>
              <w:pStyle w:val="Corpo"/>
              <w:spacing w:before="60" w:after="60"/>
              <w:rPr>
                <w:sz w:val="18"/>
              </w:rPr>
            </w:pPr>
            <w:r w:rsidRPr="00B636E4">
              <w:rPr>
                <w:b/>
                <w:sz w:val="18"/>
                <w:u w:val="single"/>
              </w:rPr>
              <w:t>C.2</w:t>
            </w:r>
            <w:r w:rsidRPr="005C4D84">
              <w:rPr>
                <w:sz w:val="18"/>
              </w:rPr>
              <w:t xml:space="preserve"> </w:t>
            </w:r>
            <w:r w:rsidRPr="00361C91">
              <w:rPr>
                <w:sz w:val="18"/>
              </w:rPr>
              <w:t xml:space="preserve">L’operatore economico si trova in una delle seguenti situazioni </w:t>
            </w:r>
            <w:r>
              <w:rPr>
                <w:sz w:val="18"/>
              </w:rPr>
              <w:t>o è in corso nei suoi confronti un procedimento per la dichiarazione di una delle seguenti situazioni:</w:t>
            </w:r>
          </w:p>
        </w:tc>
        <w:tc>
          <w:tcPr>
            <w:tcW w:w="4819" w:type="dxa"/>
            <w:tcBorders>
              <w:top w:val="single" w:sz="4" w:space="0" w:color="auto"/>
              <w:left w:val="single" w:sz="4" w:space="0" w:color="00000A"/>
              <w:bottom w:val="single" w:sz="4" w:space="0" w:color="auto"/>
              <w:right w:val="single" w:sz="4" w:space="0" w:color="00000A"/>
            </w:tcBorders>
            <w:shd w:val="clear" w:color="auto" w:fill="FFFFFF"/>
            <w:vAlign w:val="center"/>
          </w:tcPr>
          <w:p w:rsidR="00B165AB" w:rsidRPr="00361C91" w:rsidRDefault="00B165AB" w:rsidP="00692CE7">
            <w:pPr>
              <w:pStyle w:val="Corpo"/>
              <w:spacing w:before="60" w:after="60"/>
              <w:rPr>
                <w:sz w:val="18"/>
              </w:rPr>
            </w:pPr>
          </w:p>
        </w:tc>
      </w:tr>
      <w:tr w:rsidR="00B165AB" w:rsidRPr="00B903B1" w:rsidTr="00692CE7">
        <w:tc>
          <w:tcPr>
            <w:tcW w:w="4962" w:type="dxa"/>
            <w:tcBorders>
              <w:top w:val="single" w:sz="4" w:space="0" w:color="auto"/>
              <w:left w:val="single" w:sz="4" w:space="0" w:color="00000A"/>
              <w:right w:val="single" w:sz="4" w:space="0" w:color="00000A"/>
            </w:tcBorders>
            <w:shd w:val="clear" w:color="auto" w:fill="FFFFFF"/>
          </w:tcPr>
          <w:p w:rsidR="00B165AB" w:rsidRPr="00B636E4" w:rsidRDefault="00B165AB" w:rsidP="00B165AB">
            <w:pPr>
              <w:pStyle w:val="Corpo"/>
              <w:numPr>
                <w:ilvl w:val="0"/>
                <w:numId w:val="4"/>
              </w:numPr>
              <w:spacing w:before="60" w:after="60"/>
              <w:rPr>
                <w:b/>
                <w:sz w:val="18"/>
              </w:rPr>
            </w:pPr>
            <w:r w:rsidRPr="00B636E4">
              <w:rPr>
                <w:b/>
                <w:sz w:val="18"/>
              </w:rPr>
              <w:t>Fallimento</w:t>
            </w:r>
          </w:p>
        </w:tc>
        <w:tc>
          <w:tcPr>
            <w:tcW w:w="4819" w:type="dxa"/>
            <w:tcBorders>
              <w:top w:val="single" w:sz="4" w:space="0" w:color="auto"/>
              <w:left w:val="single" w:sz="4" w:space="0" w:color="00000A"/>
              <w:right w:val="single" w:sz="4" w:space="0" w:color="00000A"/>
            </w:tcBorders>
            <w:shd w:val="clear" w:color="auto" w:fill="FFFFFF"/>
            <w:vAlign w:val="center"/>
          </w:tcPr>
          <w:p w:rsidR="00B165AB" w:rsidRPr="00361C91" w:rsidRDefault="004F2B3E" w:rsidP="00692CE7">
            <w:pPr>
              <w:pStyle w:val="Corpo"/>
              <w:spacing w:before="60" w:after="60"/>
              <w:rPr>
                <w:sz w:val="18"/>
              </w:rPr>
            </w:pPr>
            <w:sdt>
              <w:sdtPr>
                <w:id w:val="-86806405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8704915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CD6821" w:rsidRDefault="00B165AB" w:rsidP="00B165AB">
            <w:pPr>
              <w:pStyle w:val="Corpo"/>
              <w:numPr>
                <w:ilvl w:val="0"/>
                <w:numId w:val="4"/>
              </w:numPr>
              <w:spacing w:before="60" w:after="60"/>
              <w:rPr>
                <w:b/>
                <w:sz w:val="18"/>
              </w:rPr>
            </w:pPr>
            <w:r w:rsidRPr="00CD6821">
              <w:rPr>
                <w:b/>
                <w:sz w:val="18"/>
              </w:rPr>
              <w:t>Liquidazione coatta</w:t>
            </w:r>
          </w:p>
        </w:tc>
        <w:tc>
          <w:tcPr>
            <w:tcW w:w="4819" w:type="dxa"/>
            <w:tcBorders>
              <w:left w:val="single" w:sz="4" w:space="0" w:color="00000A"/>
              <w:right w:val="single" w:sz="4" w:space="0" w:color="00000A"/>
            </w:tcBorders>
            <w:shd w:val="clear" w:color="auto" w:fill="FFFFFF"/>
            <w:vAlign w:val="center"/>
          </w:tcPr>
          <w:p w:rsidR="00B165AB" w:rsidRPr="00D50F9B" w:rsidRDefault="004F2B3E" w:rsidP="00692CE7">
            <w:pPr>
              <w:pStyle w:val="Corpo"/>
              <w:spacing w:before="60" w:after="60"/>
              <w:rPr>
                <w:sz w:val="18"/>
              </w:rPr>
            </w:pPr>
            <w:sdt>
              <w:sdtPr>
                <w:id w:val="6265891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Sì</w:t>
            </w:r>
            <w:r w:rsidR="00B165AB" w:rsidRPr="00D50F9B">
              <w:rPr>
                <w:sz w:val="18"/>
                <w:szCs w:val="18"/>
              </w:rPr>
              <w:tab/>
            </w:r>
            <w:sdt>
              <w:sdtPr>
                <w:id w:val="-100103548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E4709A" w:rsidRDefault="00B165AB" w:rsidP="00B165AB">
            <w:pPr>
              <w:pStyle w:val="Corpo"/>
              <w:numPr>
                <w:ilvl w:val="0"/>
                <w:numId w:val="4"/>
              </w:numPr>
              <w:spacing w:before="60" w:after="60"/>
              <w:rPr>
                <w:sz w:val="18"/>
              </w:rPr>
            </w:pPr>
            <w:r w:rsidRPr="00B636E4">
              <w:rPr>
                <w:b/>
                <w:sz w:val="18"/>
              </w:rPr>
              <w:t>Concordato preventivo</w:t>
            </w:r>
          </w:p>
        </w:tc>
        <w:tc>
          <w:tcPr>
            <w:tcW w:w="4819" w:type="dxa"/>
            <w:tcBorders>
              <w:left w:val="single" w:sz="4" w:space="0" w:color="00000A"/>
              <w:right w:val="single" w:sz="4" w:space="0" w:color="00000A"/>
            </w:tcBorders>
            <w:shd w:val="clear" w:color="auto" w:fill="FFFFFF"/>
          </w:tcPr>
          <w:p w:rsidR="00B165AB" w:rsidRPr="00361C91" w:rsidRDefault="004F2B3E" w:rsidP="00692CE7">
            <w:pPr>
              <w:pStyle w:val="Corpo"/>
              <w:spacing w:before="60" w:after="60"/>
              <w:rPr>
                <w:sz w:val="18"/>
              </w:rPr>
            </w:pPr>
            <w:sdt>
              <w:sdtPr>
                <w:id w:val="2954952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39551818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1618A0" w:rsidTr="00692CE7">
        <w:tc>
          <w:tcPr>
            <w:tcW w:w="4962" w:type="dxa"/>
            <w:tcBorders>
              <w:top w:val="single" w:sz="4" w:space="0" w:color="auto"/>
              <w:left w:val="single" w:sz="4" w:space="0" w:color="00000A"/>
              <w:bottom w:val="single" w:sz="4" w:space="0" w:color="00000A"/>
              <w:right w:val="single" w:sz="4" w:space="0" w:color="00000A"/>
            </w:tcBorders>
            <w:shd w:val="clear" w:color="auto" w:fill="FFFFFF"/>
          </w:tcPr>
          <w:p w:rsidR="00B165AB" w:rsidRPr="00137119" w:rsidRDefault="00B165AB" w:rsidP="00692CE7">
            <w:pPr>
              <w:pStyle w:val="Corpo"/>
              <w:spacing w:before="60" w:after="60"/>
            </w:pPr>
            <w:r w:rsidRPr="00B636E4">
              <w:rPr>
                <w:b/>
                <w:sz w:val="18"/>
                <w:u w:val="single"/>
              </w:rPr>
              <w:t>C.3</w:t>
            </w:r>
            <w:r w:rsidRPr="003D282A">
              <w:rPr>
                <w:sz w:val="18"/>
              </w:rPr>
              <w:t xml:space="preserve"> L’operatore economico si è reso colpevole di </w:t>
            </w:r>
            <w:r w:rsidRPr="00B636E4">
              <w:rPr>
                <w:b/>
                <w:sz w:val="18"/>
              </w:rPr>
              <w:t>gravi illeciti professionali</w:t>
            </w:r>
            <w:r>
              <w:rPr>
                <w:sz w:val="18"/>
              </w:rPr>
              <w:t xml:space="preserve">? </w:t>
            </w:r>
            <w:r w:rsidRPr="003D282A">
              <w:rPr>
                <w:sz w:val="18"/>
              </w:rPr>
              <w:t xml:space="preserve">[cfr. linea guida ANAC n. 6] </w:t>
            </w:r>
            <w:r w:rsidRPr="00D13ECE">
              <w:rPr>
                <w:rStyle w:val="Rimandonotaapidipagina"/>
              </w:rPr>
              <w:footnoteReference w:id="12"/>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rsidR="00B165AB" w:rsidRPr="00EE2ADF" w:rsidRDefault="004F2B3E" w:rsidP="00692CE7">
            <w:pPr>
              <w:pStyle w:val="Corpo"/>
              <w:spacing w:before="60" w:after="60"/>
            </w:pPr>
            <w:sdt>
              <w:sdtPr>
                <w:id w:val="-101329800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76611420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59679A" w:rsidTr="00692CE7">
        <w:tc>
          <w:tcPr>
            <w:tcW w:w="4962" w:type="dxa"/>
            <w:tcBorders>
              <w:top w:val="single" w:sz="4" w:space="0" w:color="auto"/>
              <w:left w:val="single" w:sz="4" w:space="0" w:color="auto"/>
              <w:right w:val="single" w:sz="4" w:space="0" w:color="auto"/>
            </w:tcBorders>
            <w:shd w:val="clear" w:color="auto" w:fill="FFFFFF"/>
          </w:tcPr>
          <w:p w:rsidR="00B165AB" w:rsidRPr="00351B1A" w:rsidRDefault="00B165AB" w:rsidP="00692CE7">
            <w:pPr>
              <w:pStyle w:val="Corpo"/>
              <w:spacing w:before="60" w:after="60"/>
              <w:rPr>
                <w:sz w:val="18"/>
                <w:szCs w:val="18"/>
              </w:rPr>
            </w:pPr>
            <w:r w:rsidRPr="00D50F9B">
              <w:rPr>
                <w:b/>
                <w:sz w:val="18"/>
                <w:u w:val="single"/>
              </w:rPr>
              <w:t>C.4</w:t>
            </w:r>
            <w:r>
              <w:rPr>
                <w:sz w:val="18"/>
                <w:szCs w:val="18"/>
              </w:rPr>
              <w:t xml:space="preserve"> </w:t>
            </w:r>
            <w:r w:rsidRPr="00351B1A">
              <w:rPr>
                <w:sz w:val="18"/>
                <w:szCs w:val="18"/>
              </w:rPr>
              <w:t>L’operatore economico ha:</w:t>
            </w:r>
          </w:p>
        </w:tc>
        <w:tc>
          <w:tcPr>
            <w:tcW w:w="4819" w:type="dxa"/>
            <w:tcBorders>
              <w:top w:val="single" w:sz="4" w:space="0" w:color="auto"/>
              <w:left w:val="single" w:sz="4" w:space="0" w:color="auto"/>
              <w:right w:val="single" w:sz="4" w:space="0" w:color="auto"/>
            </w:tcBorders>
            <w:shd w:val="clear" w:color="auto" w:fill="FFFFFF"/>
          </w:tcPr>
          <w:p w:rsidR="00B165AB" w:rsidRDefault="00B165AB" w:rsidP="00692CE7">
            <w:pPr>
              <w:pStyle w:val="Corpo"/>
              <w:spacing w:before="60" w:after="60"/>
            </w:pP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tentato di influenzare indebitamente il processo decisionale della stazione appaltante o di ottenere informazioni riservate a proprio vantaggio?</w:t>
            </w:r>
          </w:p>
        </w:tc>
        <w:tc>
          <w:tcPr>
            <w:tcW w:w="4819" w:type="dxa"/>
            <w:tcBorders>
              <w:left w:val="single" w:sz="4" w:space="0" w:color="auto"/>
              <w:right w:val="single" w:sz="4" w:space="0" w:color="auto"/>
            </w:tcBorders>
            <w:shd w:val="clear" w:color="auto" w:fill="FFFFFF"/>
          </w:tcPr>
          <w:p w:rsidR="009A7765" w:rsidRPr="00EE2ADF" w:rsidRDefault="004F2B3E" w:rsidP="009A7765">
            <w:pPr>
              <w:pStyle w:val="Corpo"/>
              <w:spacing w:before="60" w:after="60"/>
            </w:pPr>
            <w:sdt>
              <w:sdtPr>
                <w:id w:val="113643903"/>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9042869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lastRenderedPageBreak/>
              <w:t xml:space="preserve">fornito, anche per negligenza, informazioni false o fuorvianti suscettibili di influenzare le decisioni sull’esclusione, la selezione o l’aggiudicazione? </w:t>
            </w:r>
          </w:p>
        </w:tc>
        <w:tc>
          <w:tcPr>
            <w:tcW w:w="4819" w:type="dxa"/>
            <w:tcBorders>
              <w:left w:val="single" w:sz="4" w:space="0" w:color="auto"/>
              <w:right w:val="single" w:sz="4" w:space="0" w:color="auto"/>
            </w:tcBorders>
            <w:shd w:val="clear" w:color="auto" w:fill="FFFFFF"/>
          </w:tcPr>
          <w:p w:rsidR="009A7765" w:rsidRPr="00EE2ADF" w:rsidRDefault="004F2B3E" w:rsidP="009A7765">
            <w:pPr>
              <w:pStyle w:val="Corpo"/>
              <w:spacing w:before="60" w:after="60"/>
            </w:pPr>
            <w:sdt>
              <w:sdtPr>
                <w:id w:val="20342956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4295293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bottom w:val="single" w:sz="4" w:space="0" w:color="00000A"/>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omesso le informazioni dovute ai fini del corretto svolgimento della procedura di selezione?</w:t>
            </w:r>
          </w:p>
        </w:tc>
        <w:tc>
          <w:tcPr>
            <w:tcW w:w="4819" w:type="dxa"/>
            <w:tcBorders>
              <w:left w:val="single" w:sz="4" w:space="0" w:color="auto"/>
              <w:bottom w:val="single" w:sz="4" w:space="0" w:color="auto"/>
              <w:right w:val="single" w:sz="4" w:space="0" w:color="auto"/>
            </w:tcBorders>
            <w:shd w:val="clear" w:color="auto" w:fill="FFFFFF"/>
          </w:tcPr>
          <w:p w:rsidR="009A7765" w:rsidRPr="00EE2ADF" w:rsidRDefault="004F2B3E" w:rsidP="009A7765">
            <w:pPr>
              <w:pStyle w:val="Corpo"/>
              <w:spacing w:before="60" w:after="60"/>
            </w:pPr>
            <w:sdt>
              <w:sdtPr>
                <w:id w:val="29349748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22264503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top w:val="single" w:sz="4" w:space="0" w:color="auto"/>
              <w:left w:val="single" w:sz="4" w:space="0" w:color="00000A"/>
              <w:right w:val="single" w:sz="4" w:space="0" w:color="00000A"/>
            </w:tcBorders>
            <w:shd w:val="clear" w:color="auto" w:fill="FFFFFF"/>
          </w:tcPr>
          <w:p w:rsidR="009A7765" w:rsidRPr="00C31319" w:rsidRDefault="009A7765" w:rsidP="009A7765">
            <w:pPr>
              <w:pStyle w:val="Corpo"/>
              <w:spacing w:before="60" w:after="60"/>
              <w:rPr>
                <w:sz w:val="18"/>
                <w:szCs w:val="18"/>
              </w:rPr>
            </w:pPr>
            <w:r w:rsidRPr="00D50F9B">
              <w:rPr>
                <w:b/>
                <w:sz w:val="18"/>
                <w:u w:val="single"/>
              </w:rPr>
              <w:t>C.5</w:t>
            </w:r>
            <w:r w:rsidRPr="00C31319">
              <w:rPr>
                <w:sz w:val="18"/>
                <w:szCs w:val="18"/>
              </w:rPr>
              <w:t xml:space="preserve"> L'operatore economico ha commesso </w:t>
            </w:r>
            <w:r w:rsidRPr="00D50F9B">
              <w:rPr>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19">
              <w:rPr>
                <w:sz w:val="18"/>
                <w:szCs w:val="18"/>
              </w:rPr>
              <w:t>?</w:t>
            </w:r>
          </w:p>
        </w:tc>
        <w:tc>
          <w:tcPr>
            <w:tcW w:w="4819" w:type="dxa"/>
            <w:tcBorders>
              <w:top w:val="single" w:sz="4" w:space="0" w:color="auto"/>
              <w:left w:val="single" w:sz="4" w:space="0" w:color="00000A"/>
              <w:right w:val="single" w:sz="4" w:space="0" w:color="00000A"/>
            </w:tcBorders>
            <w:shd w:val="clear" w:color="auto" w:fill="FFFFFF"/>
          </w:tcPr>
          <w:p w:rsidR="009A7765" w:rsidRPr="00EE2ADF" w:rsidRDefault="004F2B3E" w:rsidP="009A7765">
            <w:pPr>
              <w:pStyle w:val="Corpo"/>
              <w:spacing w:before="60" w:after="60"/>
            </w:pPr>
            <w:sdt>
              <w:sdtPr>
                <w:id w:val="8613093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77953256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264EEE" w:rsidRPr="00DA732E" w:rsidTr="00692CE7">
        <w:tc>
          <w:tcPr>
            <w:tcW w:w="4962" w:type="dxa"/>
            <w:tcBorders>
              <w:left w:val="single" w:sz="4" w:space="0" w:color="auto"/>
              <w:right w:val="single" w:sz="4" w:space="0" w:color="auto"/>
            </w:tcBorders>
            <w:shd w:val="clear" w:color="auto" w:fill="FFFFFF"/>
          </w:tcPr>
          <w:p w:rsidR="00264EEE" w:rsidRPr="0083781B" w:rsidRDefault="00264EEE" w:rsidP="00264EEE">
            <w:pPr>
              <w:pStyle w:val="Corpo"/>
              <w:spacing w:before="60" w:after="60"/>
              <w:rPr>
                <w:sz w:val="18"/>
                <w:szCs w:val="18"/>
              </w:rPr>
            </w:pPr>
            <w:r w:rsidRPr="00CD6821">
              <w:rPr>
                <w:b/>
                <w:sz w:val="18"/>
                <w:u w:val="single"/>
              </w:rPr>
              <w:t>C.6</w:t>
            </w:r>
            <w:r>
              <w:rPr>
                <w:color w:val="000000" w:themeColor="text1"/>
                <w:sz w:val="18"/>
                <w:szCs w:val="18"/>
              </w:rPr>
              <w:t xml:space="preserve"> </w:t>
            </w:r>
            <w:r w:rsidRPr="0083781B">
              <w:rPr>
                <w:color w:val="000000" w:themeColor="text1"/>
                <w:sz w:val="18"/>
                <w:szCs w:val="18"/>
              </w:rPr>
              <w:t xml:space="preserve">L’operatore economico ha commesso </w:t>
            </w:r>
            <w:r w:rsidRPr="00CD6821">
              <w:rPr>
                <w:b/>
                <w:color w:val="000000" w:themeColor="text1"/>
                <w:sz w:val="18"/>
                <w:szCs w:val="18"/>
              </w:rPr>
              <w:t>grave inadempimento nei confronti di uno o più subappal</w:t>
            </w:r>
            <w:r w:rsidRPr="00CD6821">
              <w:rPr>
                <w:b/>
                <w:color w:val="000000" w:themeColor="text1"/>
                <w:sz w:val="18"/>
                <w:szCs w:val="18"/>
              </w:rPr>
              <w:softHyphen/>
              <w:t>tatori, riconosciuto o accertato con sentenza passata in giudicato</w:t>
            </w:r>
            <w:r w:rsidRPr="00423115">
              <w:rPr>
                <w:color w:val="000000" w:themeColor="text1"/>
                <w:sz w:val="18"/>
                <w:szCs w:val="18"/>
              </w:rPr>
              <w:t>?</w:t>
            </w:r>
          </w:p>
        </w:tc>
        <w:tc>
          <w:tcPr>
            <w:tcW w:w="4819" w:type="dxa"/>
            <w:tcBorders>
              <w:left w:val="single" w:sz="4" w:space="0" w:color="auto"/>
              <w:right w:val="single" w:sz="4" w:space="0" w:color="auto"/>
            </w:tcBorders>
            <w:shd w:val="clear" w:color="auto" w:fill="FFFFFF"/>
          </w:tcPr>
          <w:p w:rsidR="00264EEE" w:rsidRPr="00EE2ADF" w:rsidRDefault="004F2B3E" w:rsidP="00264EEE">
            <w:pPr>
              <w:pStyle w:val="Corpo"/>
              <w:spacing w:before="60" w:after="60"/>
            </w:pPr>
            <w:sdt>
              <w:sdtPr>
                <w:id w:val="-187136396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74447742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EE2ADF" w:rsidTr="00692CE7">
        <w:tc>
          <w:tcPr>
            <w:tcW w:w="4962" w:type="dxa"/>
            <w:tcBorders>
              <w:top w:val="single" w:sz="4" w:space="0" w:color="auto"/>
              <w:left w:val="single" w:sz="4" w:space="0" w:color="00000A"/>
              <w:right w:val="single" w:sz="4" w:space="0" w:color="00000A"/>
            </w:tcBorders>
            <w:shd w:val="clear" w:color="auto" w:fill="FFFFFF"/>
          </w:tcPr>
          <w:p w:rsidR="00264EEE" w:rsidRPr="005509FF" w:rsidRDefault="00264EEE" w:rsidP="00264EEE">
            <w:pPr>
              <w:pStyle w:val="Corpo"/>
              <w:spacing w:before="60" w:after="60"/>
              <w:rPr>
                <w:rFonts w:eastAsia="Calibri"/>
                <w:kern w:val="1"/>
                <w:sz w:val="18"/>
                <w:szCs w:val="18"/>
                <w:lang w:bidi="it-IT"/>
              </w:rPr>
            </w:pPr>
            <w:r w:rsidRPr="00CD6821">
              <w:rPr>
                <w:b/>
                <w:sz w:val="18"/>
                <w:u w:val="single"/>
              </w:rPr>
              <w:t>C.7</w:t>
            </w:r>
            <w:r>
              <w:rPr>
                <w:rFonts w:eastAsia="Calibri"/>
                <w:color w:val="00000A"/>
                <w:w w:val="0"/>
                <w:kern w:val="1"/>
                <w:sz w:val="18"/>
                <w:szCs w:val="18"/>
                <w:lang w:bidi="it-IT"/>
              </w:rPr>
              <w:t xml:space="preserve"> </w:t>
            </w:r>
            <w:r w:rsidRPr="005509FF">
              <w:rPr>
                <w:rFonts w:eastAsia="Calibri"/>
                <w:color w:val="00000A"/>
                <w:w w:val="0"/>
                <w:kern w:val="1"/>
                <w:sz w:val="18"/>
                <w:szCs w:val="18"/>
                <w:lang w:bidi="it-IT"/>
              </w:rPr>
              <w:t xml:space="preserve">L'operatore economico è a conoscenza di qualsiasi </w:t>
            </w:r>
            <w:r w:rsidRPr="00CD6821">
              <w:rPr>
                <w:rFonts w:eastAsia="Calibri"/>
                <w:b/>
                <w:color w:val="00000A"/>
                <w:kern w:val="1"/>
                <w:sz w:val="18"/>
                <w:szCs w:val="18"/>
                <w:lang w:bidi="it-IT"/>
              </w:rPr>
              <w:t>conflitto di interessi</w:t>
            </w:r>
            <w:r w:rsidRPr="00646BF3">
              <w:rPr>
                <w:rFonts w:eastAsia="Calibri"/>
                <w:color w:val="00000A"/>
                <w:kern w:val="1"/>
                <w:sz w:val="18"/>
                <w:szCs w:val="18"/>
                <w:vertAlign w:val="superscript"/>
                <w:lang w:bidi="it-IT"/>
              </w:rPr>
              <w:footnoteReference w:id="13"/>
            </w:r>
            <w:r w:rsidRPr="005509FF">
              <w:rPr>
                <w:rFonts w:eastAsia="Calibri"/>
                <w:color w:val="00000A"/>
                <w:kern w:val="1"/>
                <w:sz w:val="18"/>
                <w:szCs w:val="18"/>
                <w:lang w:bidi="it-IT"/>
              </w:rPr>
              <w:t xml:space="preserve"> legato alla sua </w:t>
            </w:r>
            <w:r w:rsidRPr="005509FF">
              <w:rPr>
                <w:rFonts w:eastAsia="Calibri"/>
                <w:kern w:val="1"/>
                <w:sz w:val="18"/>
                <w:szCs w:val="18"/>
                <w:lang w:bidi="it-IT"/>
              </w:rPr>
              <w:t>partecipazione alla procedura di appalto?</w:t>
            </w:r>
          </w:p>
        </w:tc>
        <w:tc>
          <w:tcPr>
            <w:tcW w:w="4819" w:type="dxa"/>
            <w:tcBorders>
              <w:top w:val="single" w:sz="4" w:space="0" w:color="auto"/>
              <w:left w:val="single" w:sz="4" w:space="0" w:color="00000A"/>
              <w:right w:val="single" w:sz="4" w:space="0" w:color="00000A"/>
            </w:tcBorders>
            <w:shd w:val="clear" w:color="auto" w:fill="FFFFFF"/>
          </w:tcPr>
          <w:p w:rsidR="00264EEE" w:rsidRPr="00EE2ADF" w:rsidRDefault="004F2B3E" w:rsidP="00264EEE">
            <w:pPr>
              <w:pStyle w:val="Corpo"/>
              <w:spacing w:before="60" w:after="60"/>
            </w:pPr>
            <w:sdt>
              <w:sdtPr>
                <w:id w:val="-114073366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44367788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F1340B"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744ECF" w:rsidRDefault="00264EEE" w:rsidP="00264EEE">
            <w:pPr>
              <w:pStyle w:val="Corpo"/>
              <w:spacing w:before="60" w:after="60"/>
              <w:rPr>
                <w:sz w:val="18"/>
              </w:rPr>
            </w:pPr>
            <w:r w:rsidRPr="00CD6821">
              <w:rPr>
                <w:b/>
                <w:sz w:val="18"/>
                <w:u w:val="single"/>
              </w:rPr>
              <w:t>C.8</w:t>
            </w:r>
            <w:r>
              <w:rPr>
                <w:sz w:val="18"/>
              </w:rPr>
              <w:t xml:space="preserve"> L’operatore economico o un’impresa a lui collegata </w:t>
            </w:r>
            <w:r w:rsidRPr="001869FF">
              <w:rPr>
                <w:b/>
                <w:sz w:val="18"/>
              </w:rPr>
              <w:t>ha fornito consulenza</w:t>
            </w:r>
            <w:r>
              <w:rPr>
                <w:sz w:val="18"/>
              </w:rPr>
              <w:t xml:space="preserve"> all’amministrazione aggiudicatrice o all’ente aggiudicatore o </w:t>
            </w:r>
            <w:r w:rsidRPr="001869FF">
              <w:rPr>
                <w:b/>
                <w:sz w:val="18"/>
              </w:rPr>
              <w:t>ha altrimenti partecipato alla preparazione</w:t>
            </w:r>
            <w:r>
              <w:rPr>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4F2B3E" w:rsidP="00264EEE">
            <w:pPr>
              <w:pStyle w:val="Corpo"/>
              <w:spacing w:before="60" w:after="60"/>
            </w:pPr>
            <w:sdt>
              <w:sdtPr>
                <w:id w:val="7756641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85124509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B165AB" w:rsidRDefault="00B165AB" w:rsidP="00B165AB">
      <w:pPr>
        <w:rPr>
          <w:rFonts w:eastAsia="Calibri"/>
          <w:b/>
          <w:caps/>
          <w:smallCaps/>
          <w:kern w:val="1"/>
          <w:sz w:val="22"/>
          <w:szCs w:val="22"/>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D</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ALTRI MOTIVI DI ESCLUSIONE PREVISTI ESCLUSIVAMENTE</w:t>
      </w:r>
      <w:r>
        <w:rPr>
          <w:rFonts w:eastAsia="Calibri"/>
          <w:b/>
          <w:kern w:val="22"/>
          <w:sz w:val="22"/>
          <w:szCs w:val="22"/>
          <w:lang w:bidi="it-IT"/>
        </w:rPr>
        <w:br/>
        <w:t>DALLA LEGISLAZIONE NAZIONALE</w:t>
      </w:r>
    </w:p>
    <w:p w:rsidR="00B165AB" w:rsidRPr="009E2181" w:rsidRDefault="00B165AB" w:rsidP="00B165AB"/>
    <w:tbl>
      <w:tblPr>
        <w:tblW w:w="9781" w:type="dxa"/>
        <w:tblInd w:w="-5" w:type="dxa"/>
        <w:tblLayout w:type="fixed"/>
        <w:tblCellMar>
          <w:left w:w="93" w:type="dxa"/>
        </w:tblCellMar>
        <w:tblLook w:val="0000" w:firstRow="0" w:lastRow="0" w:firstColumn="0" w:lastColumn="0" w:noHBand="0" w:noVBand="0"/>
      </w:tblPr>
      <w:tblGrid>
        <w:gridCol w:w="4962"/>
        <w:gridCol w:w="4819"/>
      </w:tblGrid>
      <w:tr w:rsidR="00B165AB" w:rsidRPr="00EE2ADF"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CD6821" w:rsidRDefault="00B165AB" w:rsidP="00692CE7">
            <w:pPr>
              <w:pStyle w:val="Corpo"/>
              <w:spacing w:before="60" w:after="60"/>
              <w:rPr>
                <w:b/>
              </w:rPr>
            </w:pPr>
            <w:r w:rsidRPr="00CD6821">
              <w:rPr>
                <w:b/>
              </w:rPr>
              <w:t xml:space="preserve">Motivi di esclusioni previsti esclusivamente dalla legislazione nazionale (articolo 80, comma 5, lett. </w:t>
            </w:r>
            <w:r w:rsidRPr="00CD6821">
              <w:rPr>
                <w:b/>
                <w:i/>
              </w:rPr>
              <w:t>f), g), h), i), l), m)</w:t>
            </w:r>
            <w:r w:rsidRPr="00CD6821">
              <w:rPr>
                <w:b/>
              </w:rPr>
              <w:t>,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spacing w:before="60" w:after="60"/>
            </w:pPr>
            <w:r w:rsidRPr="00EE2ADF">
              <w:t>Risposta:</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D.1</w:t>
            </w:r>
            <w:r>
              <w:rPr>
                <w:kern w:val="1"/>
                <w:sz w:val="18"/>
                <w:szCs w:val="18"/>
              </w:rPr>
              <w:t xml:space="preserve"> </w:t>
            </w:r>
            <w:r w:rsidRPr="005C4D84">
              <w:rPr>
                <w:kern w:val="1"/>
                <w:sz w:val="18"/>
                <w:szCs w:val="18"/>
              </w:rPr>
              <w:t xml:space="preserve">L’operatore economico è stato soggetto alla </w:t>
            </w:r>
            <w:r w:rsidRPr="00DA02D6">
              <w:rPr>
                <w:b/>
                <w:kern w:val="1"/>
                <w:sz w:val="18"/>
                <w:szCs w:val="18"/>
              </w:rPr>
              <w:t>sanzione interdittiva del divieto di contrattare con la pubblica amministrazione</w:t>
            </w:r>
            <w:r w:rsidRPr="005C4D84">
              <w:rPr>
                <w:kern w:val="1"/>
                <w:sz w:val="18"/>
                <w:szCs w:val="18"/>
              </w:rPr>
              <w:t xml:space="preserve"> (art. 9, comma 2, lett. c) del d.lgs. n. 231/2001) o ad </w:t>
            </w:r>
            <w:r w:rsidRPr="00DA02D6">
              <w:rPr>
                <w:b/>
                <w:kern w:val="1"/>
                <w:sz w:val="18"/>
                <w:szCs w:val="18"/>
              </w:rPr>
              <w:t>altra sanzione che comporta il divieto di contrarre con la pubblica amministrazione</w:t>
            </w:r>
            <w:r w:rsidRPr="005C4D84">
              <w:rPr>
                <w:kern w:val="1"/>
                <w:sz w:val="18"/>
                <w:szCs w:val="18"/>
              </w:rPr>
              <w:t xml:space="preserve"> oppure al </w:t>
            </w:r>
            <w:r w:rsidRPr="00DA02D6">
              <w:rPr>
                <w:b/>
                <w:kern w:val="1"/>
                <w:sz w:val="18"/>
                <w:szCs w:val="18"/>
              </w:rPr>
              <w:t>provvedimento della sospensione dell’attività imprendi</w:t>
            </w:r>
            <w:r w:rsidRPr="00DA02D6">
              <w:rPr>
                <w:b/>
                <w:kern w:val="1"/>
                <w:sz w:val="18"/>
                <w:szCs w:val="18"/>
              </w:rPr>
              <w:softHyphen/>
              <w:t xml:space="preserve">toriale in seguito a gravi violazioni giuslavoristiche </w:t>
            </w:r>
            <w:r w:rsidRPr="005C4D84">
              <w:rPr>
                <w:kern w:val="1"/>
                <w:sz w:val="18"/>
                <w:szCs w:val="18"/>
              </w:rPr>
              <w:t>(art. 14 del d.lgs. n. 81/2008)?</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F2B3E" w:rsidP="00264EEE">
            <w:pPr>
              <w:pStyle w:val="Corpo"/>
              <w:spacing w:before="60" w:after="60"/>
            </w:pPr>
            <w:sdt>
              <w:sdtPr>
                <w:id w:val="-178117064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54552068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D.2</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nelle proce</w:t>
            </w:r>
            <w:r w:rsidRPr="00DA02D6">
              <w:rPr>
                <w:b/>
                <w:kern w:val="1"/>
                <w:sz w:val="18"/>
                <w:szCs w:val="18"/>
              </w:rPr>
              <w:softHyphen/>
              <w:t>dure di gara e negli affidamenti di subappalti?</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F2B3E" w:rsidP="00264EEE">
            <w:pPr>
              <w:pStyle w:val="Corpo"/>
              <w:spacing w:before="60" w:after="60"/>
            </w:pPr>
            <w:sdt>
              <w:sdtPr>
                <w:id w:val="320481297"/>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6660489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lastRenderedPageBreak/>
              <w:t>D.3</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ai fini del rilascio dell'attestazione di qualificazione?</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4F2B3E" w:rsidP="00264EEE">
            <w:pPr>
              <w:pStyle w:val="Corpo"/>
              <w:spacing w:before="60" w:after="60"/>
            </w:pPr>
            <w:sdt>
              <w:sdtPr>
                <w:id w:val="-11607407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874200284"/>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0C4499"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264EEE" w:rsidRPr="005C4D84" w:rsidRDefault="00264EEE" w:rsidP="00264EEE">
            <w:pPr>
              <w:pStyle w:val="Corpo"/>
              <w:spacing w:before="60" w:after="60"/>
              <w:rPr>
                <w:kern w:val="1"/>
                <w:sz w:val="18"/>
                <w:szCs w:val="18"/>
              </w:rPr>
            </w:pPr>
            <w:r w:rsidRPr="00DA02D6">
              <w:rPr>
                <w:b/>
                <w:kern w:val="1"/>
                <w:sz w:val="18"/>
                <w:szCs w:val="18"/>
                <w:u w:val="single"/>
              </w:rPr>
              <w:t>D.4</w:t>
            </w:r>
            <w:r>
              <w:rPr>
                <w:kern w:val="1"/>
                <w:sz w:val="18"/>
                <w:szCs w:val="18"/>
              </w:rPr>
              <w:t xml:space="preserve"> </w:t>
            </w:r>
            <w:r w:rsidRPr="005C4D84">
              <w:rPr>
                <w:kern w:val="1"/>
                <w:sz w:val="18"/>
                <w:szCs w:val="18"/>
              </w:rPr>
              <w:t xml:space="preserve">L’operatore economico ha </w:t>
            </w:r>
            <w:r w:rsidRPr="00DA02D6">
              <w:rPr>
                <w:b/>
                <w:kern w:val="1"/>
                <w:sz w:val="18"/>
                <w:szCs w:val="18"/>
              </w:rPr>
              <w:t>violato il divieto di intestazione fiduciaria</w:t>
            </w:r>
            <w:r w:rsidRPr="005C4D84">
              <w:rPr>
                <w:kern w:val="1"/>
                <w:sz w:val="18"/>
                <w:szCs w:val="18"/>
              </w:rPr>
              <w:t xml:space="preserve"> di cui all'</w:t>
            </w:r>
            <w:r w:rsidRPr="005C4D84">
              <w:rPr>
                <w:rFonts w:eastAsia="font437"/>
                <w:kern w:val="1"/>
                <w:sz w:val="18"/>
                <w:szCs w:val="18"/>
              </w:rPr>
              <w:t>articolo 17 della legge 19 marzo 1990, n. 55?</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rsidR="00264EEE" w:rsidRPr="00EE2ADF" w:rsidRDefault="004F2B3E" w:rsidP="00264EEE">
            <w:pPr>
              <w:pStyle w:val="Corpo"/>
              <w:spacing w:before="60" w:after="60"/>
            </w:pPr>
            <w:sdt>
              <w:sdtPr>
                <w:id w:val="28516390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91399745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213457"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F70222" w:rsidRDefault="00264EEE" w:rsidP="00264EEE">
            <w:pPr>
              <w:pStyle w:val="Corpo"/>
              <w:spacing w:after="60"/>
              <w:rPr>
                <w:sz w:val="18"/>
                <w:szCs w:val="18"/>
              </w:rPr>
            </w:pPr>
            <w:r w:rsidRPr="00DA02D6">
              <w:rPr>
                <w:b/>
                <w:kern w:val="1"/>
                <w:sz w:val="18"/>
                <w:szCs w:val="18"/>
                <w:u w:val="single"/>
              </w:rPr>
              <w:t>D.5</w:t>
            </w:r>
            <w:r w:rsidRPr="00F70222">
              <w:rPr>
                <w:kern w:val="1"/>
                <w:sz w:val="18"/>
                <w:szCs w:val="18"/>
              </w:rPr>
              <w:t xml:space="preserve"> </w:t>
            </w:r>
            <w:r w:rsidRPr="00DE39DF">
              <w:rPr>
                <w:kern w:val="1"/>
                <w:sz w:val="18"/>
              </w:rPr>
              <w:t xml:space="preserve">L'operatore economico </w:t>
            </w:r>
            <w:r w:rsidRPr="00DE39DF">
              <w:rPr>
                <w:b/>
                <w:bCs/>
                <w:kern w:val="1"/>
                <w:sz w:val="18"/>
              </w:rPr>
              <w:t>è tenuto all'applicazione delle norme che disciplinano</w:t>
            </w:r>
            <w:r w:rsidRPr="001869FF">
              <w:rPr>
                <w:b/>
                <w:kern w:val="1"/>
                <w:sz w:val="18"/>
              </w:rPr>
              <w:t xml:space="preserve"> il diritto al lavoro dei disabili</w:t>
            </w:r>
            <w:r w:rsidRPr="001869FF">
              <w:rPr>
                <w:kern w:val="1"/>
                <w:sz w:val="18"/>
              </w:rPr>
              <w:t xml:space="preserve"> di cui alla legge 12 marzo 1999, n. 68 ovvero secondo la normativa </w:t>
            </w:r>
            <w:r w:rsidRPr="00DE39DF">
              <w:rPr>
                <w:kern w:val="1"/>
                <w:sz w:val="18"/>
              </w:rPr>
              <w:t>dello</w:t>
            </w:r>
            <w:r w:rsidRPr="001869FF">
              <w:rPr>
                <w:kern w:val="1"/>
                <w:sz w:val="18"/>
              </w:rPr>
              <w:t xml:space="preserve"> stato di provenienza?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4F2B3E" w:rsidP="00264EEE">
            <w:pPr>
              <w:pStyle w:val="Corpo"/>
              <w:spacing w:before="60" w:after="60"/>
            </w:pPr>
            <w:sdt>
              <w:sdtPr>
                <w:id w:val="42361626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9069970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5D066C" w:rsidRDefault="005D066C" w:rsidP="00264EEE">
      <w:pPr>
        <w:pStyle w:val="Corpo"/>
        <w:rPr>
          <w:lang w:eastAsia="ar-SA"/>
        </w:rPr>
      </w:pPr>
    </w:p>
    <w:p w:rsidR="005D066C" w:rsidRDefault="005D066C" w:rsidP="005D066C">
      <w:pPr>
        <w:suppressAutoHyphens/>
        <w:spacing w:line="360" w:lineRule="auto"/>
        <w:ind w:left="5245"/>
        <w:jc w:val="center"/>
        <w:rPr>
          <w:lang w:eastAsia="ar-SA"/>
        </w:rPr>
      </w:pPr>
    </w:p>
    <w:p w:rsidR="005D066C" w:rsidRPr="00F70222" w:rsidRDefault="005D066C" w:rsidP="005D066C">
      <w:pPr>
        <w:suppressAutoHyphens/>
        <w:spacing w:line="360" w:lineRule="auto"/>
        <w:ind w:left="5245"/>
        <w:jc w:val="center"/>
        <w:rPr>
          <w:lang w:eastAsia="ar-SA"/>
        </w:rPr>
      </w:pPr>
      <w:r w:rsidRPr="00F70222">
        <w:rPr>
          <w:lang w:eastAsia="ar-SA"/>
        </w:rPr>
        <w:t>La / Il dichiarante</w:t>
      </w:r>
    </w:p>
    <w:p w:rsidR="005D066C" w:rsidRPr="00F70222" w:rsidRDefault="005D066C" w:rsidP="005D066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rsidR="005D066C" w:rsidRPr="003B7939" w:rsidRDefault="005D066C" w:rsidP="005D066C">
      <w:pPr>
        <w:suppressAutoHyphens/>
        <w:spacing w:line="360" w:lineRule="auto"/>
        <w:ind w:left="5245"/>
        <w:jc w:val="center"/>
        <w:rPr>
          <w:sz w:val="18"/>
          <w:szCs w:val="18"/>
          <w:lang w:eastAsia="ar-SA"/>
        </w:rPr>
      </w:pPr>
      <w:r w:rsidRPr="00F70222">
        <w:rPr>
          <w:sz w:val="18"/>
          <w:szCs w:val="18"/>
          <w:lang w:eastAsia="ar-SA"/>
        </w:rPr>
        <w:t>(sottoscritto con firma digitale)</w:t>
      </w:r>
    </w:p>
    <w:p w:rsidR="005D066C" w:rsidRPr="00FA67E9" w:rsidRDefault="005D066C" w:rsidP="005D066C">
      <w:pPr>
        <w:suppressAutoHyphens/>
        <w:spacing w:line="360" w:lineRule="auto"/>
        <w:ind w:left="5245"/>
        <w:jc w:val="center"/>
        <w:rPr>
          <w:b/>
          <w:lang w:eastAsia="ar-SA"/>
        </w:rPr>
      </w:pPr>
    </w:p>
    <w:p w:rsidR="005D066C" w:rsidRDefault="005D066C" w:rsidP="005D066C">
      <w:pPr>
        <w:rPr>
          <w:sz w:val="16"/>
          <w:szCs w:val="16"/>
          <w:lang w:eastAsia="ar-SA"/>
        </w:rPr>
      </w:pPr>
      <w:r>
        <w:rPr>
          <w:sz w:val="16"/>
          <w:szCs w:val="16"/>
        </w:rPr>
        <w:br w:type="page"/>
      </w:r>
    </w:p>
    <w:p w:rsidR="005D066C" w:rsidRDefault="005D066C" w:rsidP="005D066C">
      <w:pPr>
        <w:pStyle w:val="Testonotadichiusura"/>
        <w:rPr>
          <w:sz w:val="16"/>
          <w:szCs w:val="16"/>
          <w:lang w:val="it-IT"/>
        </w:rPr>
      </w:pPr>
    </w:p>
    <w:p w:rsidR="005D066C" w:rsidRDefault="005D066C" w:rsidP="005D066C">
      <w:pPr>
        <w:pStyle w:val="Testonotadichiusura"/>
        <w:ind w:left="284" w:hanging="284"/>
        <w:jc w:val="both"/>
        <w:rPr>
          <w:sz w:val="16"/>
          <w:szCs w:val="16"/>
          <w:lang w:val="it-IT"/>
        </w:rPr>
      </w:pPr>
    </w:p>
    <w:p w:rsidR="005D066C"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INFORMATIVA IN MATERIA DI PROTEZIO</w:t>
      </w:r>
      <w:bookmarkStart w:id="16" w:name="_GoBack"/>
      <w:bookmarkEnd w:id="16"/>
      <w:r w:rsidRPr="00774C34">
        <w:rPr>
          <w:b/>
          <w:bCs/>
          <w:i/>
          <w:iCs/>
          <w:sz w:val="18"/>
          <w:szCs w:val="18"/>
          <w:lang w:eastAsia="ar-SA"/>
        </w:rPr>
        <w:t xml:space="preserve">NE DEI DATI PERSONALI </w:t>
      </w: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rsidR="005D066C" w:rsidRPr="00774C34" w:rsidRDefault="005D066C" w:rsidP="005D066C">
      <w:pPr>
        <w:suppressAutoHyphens/>
        <w:spacing w:line="360" w:lineRule="auto"/>
        <w:rPr>
          <w:b/>
          <w:bCs/>
          <w:i/>
          <w:iCs/>
          <w:sz w:val="18"/>
          <w:szCs w:val="18"/>
          <w:lang w:eastAsia="ar-SA"/>
        </w:rPr>
      </w:pPr>
    </w:p>
    <w:p w:rsidR="00264EEE" w:rsidRDefault="00264EEE" w:rsidP="00264EE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rsidR="00264EEE" w:rsidRDefault="00264EEE" w:rsidP="00264EE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rsidR="00264EEE" w:rsidRDefault="00264EEE" w:rsidP="00264EE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rsidR="00264EEE" w:rsidRDefault="00264EEE" w:rsidP="00264EE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rsidR="00264EEE" w:rsidRPr="00216B7F" w:rsidRDefault="00264EEE" w:rsidP="00264EEE">
      <w:pPr>
        <w:pStyle w:val="Corpo"/>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p w:rsidR="00B165AB" w:rsidRPr="00B165AB" w:rsidRDefault="00B165AB" w:rsidP="005B50D7">
      <w:pPr>
        <w:widowControl w:val="0"/>
        <w:autoSpaceDE w:val="0"/>
        <w:autoSpaceDN w:val="0"/>
        <w:spacing w:line="360" w:lineRule="auto"/>
        <w:rPr>
          <w:lang w:eastAsia="de-DE" w:bidi="it-IT"/>
        </w:rPr>
      </w:pPr>
    </w:p>
    <w:sectPr w:rsidR="00B165AB" w:rsidRPr="00B165AB"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B3E" w:rsidRDefault="004F2B3E" w:rsidP="00C51524">
      <w:r>
        <w:separator/>
      </w:r>
    </w:p>
  </w:endnote>
  <w:endnote w:type="continuationSeparator" w:id="0">
    <w:p w:rsidR="004F2B3E" w:rsidRDefault="004F2B3E"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ont437">
    <w:charset w:val="00"/>
    <w:family w:val="auto"/>
    <w:pitch w:val="variable"/>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Pr="00D458BC" w:rsidRDefault="001869FF"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EA0972">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89BE2"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B3E" w:rsidRDefault="004F2B3E" w:rsidP="00C51524">
      <w:r>
        <w:separator/>
      </w:r>
    </w:p>
  </w:footnote>
  <w:footnote w:type="continuationSeparator" w:id="0">
    <w:p w:rsidR="004F2B3E" w:rsidRDefault="004F2B3E" w:rsidP="00C51524">
      <w:r>
        <w:continuationSeparator/>
      </w:r>
    </w:p>
  </w:footnote>
  <w:footnote w:id="1">
    <w:p w:rsidR="001869FF" w:rsidRPr="00C076F3" w:rsidRDefault="001869FF">
      <w:pPr>
        <w:pStyle w:val="Testonotaapidipagina"/>
        <w:rPr>
          <w:rFonts w:ascii="Arial" w:hAnsi="Arial" w:cs="Arial"/>
        </w:rPr>
      </w:pPr>
      <w:r>
        <w:rPr>
          <w:rStyle w:val="Rimandonotaapidipagina"/>
          <w:rFonts w:ascii="Arial" w:hAnsi="Arial" w:cs="Arial"/>
        </w:rPr>
        <w:t xml:space="preserve">1 </w:t>
      </w:r>
      <w:r w:rsidRPr="00692CE7">
        <w:rPr>
          <w:rFonts w:ascii="Arial" w:hAnsi="Arial" w:cs="Times New Roman"/>
          <w:noProof/>
          <w:color w:val="auto"/>
          <w:sz w:val="16"/>
          <w:szCs w:val="16"/>
          <w:lang w:eastAsia="en-US"/>
        </w:rPr>
        <w:t>Le dichiarazioni di cui al presente modulo devono essere rese dagli operatori economici singoli, anche artigiani, dalle società, anche cooperative, dai consorzi di cui all’art. 45 comma 2 lett. b) e c) del D.Lgs. 50/2016, e dalle mandatarie di un raggruppamento temporaneo, consorzio ordinario, GEIE e rete di imprese. Ciascuna mandante di un raggruppamento temporaneo, consorzio ordinario, GEIE e rete di imprese, nonché ciascuna consorziata esecutrice di un consorzio di cooperative o di un consorzio stabile di cui all’art. 45 comma 2 lett. b) e c) del D.Lgs. 50/2016 deve compilare il presente modulo.</w:t>
      </w:r>
    </w:p>
  </w:footnote>
  <w:footnote w:id="2">
    <w:p w:rsidR="001869FF" w:rsidRPr="00112C93" w:rsidRDefault="001869FF"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rsidR="00A562A2" w:rsidRPr="00F86EEE" w:rsidRDefault="00A562A2" w:rsidP="00A562A2">
      <w:pPr>
        <w:pStyle w:val="Testonotaapidipagina"/>
        <w:rPr>
          <w:rFonts w:ascii="Arial" w:hAnsi="Arial" w:cs="Arial"/>
          <w:sz w:val="16"/>
          <w:szCs w:val="16"/>
        </w:rPr>
      </w:pPr>
      <w:r w:rsidRPr="00F86EEE">
        <w:rPr>
          <w:rStyle w:val="Rimandonotaapidipagina"/>
          <w:rFonts w:ascii="Arial" w:hAnsi="Arial" w:cs="Arial"/>
        </w:rPr>
        <w:footnoteRef/>
      </w:r>
      <w:r w:rsidRPr="00F86EEE">
        <w:rPr>
          <w:rFonts w:ascii="Arial" w:hAnsi="Arial" w:cs="Arial"/>
        </w:rPr>
        <w:t xml:space="preserve"> </w:t>
      </w:r>
      <w:r w:rsidRPr="00F86EEE">
        <w:rPr>
          <w:rFonts w:ascii="Arial" w:hAnsi="Arial" w:cs="Arial"/>
          <w:sz w:val="16"/>
          <w:szCs w:val="16"/>
        </w:rPr>
        <w:t>Per l’individuazione del titolare effettivo delle società di capitali si fa riferimento all’art. 20, commi 2, 3 e 5 del d.lgs. n. 231/2007. Il titolare effettivo è la persona fisica che abbia una partecipazione superiore al 25% del capitale sociale oppure la persona fisica che per il tramite di società controllate, società fiduciarie o per interposta persona abbia una partecipazione superiore al 25% del capitale sociale. Qualora dall’esame dell’assetto societario non sia possibile individuare la persona fisica/le persone fisiche che direttamente o indirettamente detengano la proprietà dell’ente, il titolare effettivo è la persona fisica che detiene il controllo della maggioranza dei voti in assemblea ovvero la persona fisica che detiene il controllo di voti sufficienti per esercitare un’influenza dominante in assemblea ovvero la persona fisica che esercita un’influenza dominante in virtù di particolari vincoli contrattuali. Qualora in base ai criteri predetti non sia possibile individuare univocamente il titolare effettivo, il titolare effettivo coincide con la persona fisica/le persone fisiche titolare/titolari di poteri di rappresentanza legale, amministrazione o direzione della società.</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delle persone giuridiche private si fa riferimento all’art. 20, comma 4 del d.lgs. n. 231/2007. Il titolare effettivo è il fondatore, ove in vita, i beneficiari, laddove individuati o facilmente individuabili, i titolari di poteri di rappresentanza legale, amministrazione o direzione.</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di trust ed istituti giuridici affini si fa riferimento all’art. 22, comma 5, primo periodo del d.lgs. n. 231/2007. Il titolare effettivo è individuato nel costituente o nei costituenti, nel fiduciario o nei fiduciari, nel guardiano o nei guardiani, nel beneficiario o nella classe di beneficiari e nelle altre persone fisiche che esercitano il controllo sul trust o sull’istituto giuridico affine oppure sui beni conferiti nel trust o nell’istituto giuridico affine.</w:t>
      </w:r>
    </w:p>
  </w:footnote>
  <w:footnote w:id="4">
    <w:p w:rsidR="001869FF" w:rsidRPr="004C1B58" w:rsidRDefault="001869FF" w:rsidP="00F86EEE">
      <w:pPr>
        <w:pStyle w:val="Testonotaapidipagina"/>
        <w:spacing w:before="120"/>
        <w:rPr>
          <w:rFonts w:ascii="Arial" w:hAnsi="Arial" w:cs="Arial"/>
        </w:rPr>
      </w:pPr>
      <w:r w:rsidRPr="004C1B58">
        <w:rPr>
          <w:rStyle w:val="Rimandonotaapidipagina"/>
          <w:rFonts w:ascii="Arial" w:hAnsi="Arial" w:cs="Arial"/>
        </w:rPr>
        <w:footnoteRef/>
      </w:r>
      <w:r w:rsidRPr="004C1B58">
        <w:rPr>
          <w:rFonts w:ascii="Arial" w:hAnsi="Arial" w:cs="Arial"/>
        </w:rPr>
        <w:t xml:space="preserve"> </w:t>
      </w:r>
      <w:r w:rsidRPr="004C1B58">
        <w:rPr>
          <w:rFonts w:ascii="Arial" w:hAnsi="Arial" w:cs="Arial"/>
          <w:sz w:val="16"/>
          <w:szCs w:val="16"/>
        </w:rPr>
        <w:t>Tali ipotesi devono essere attestate da qualsiasi tipologia d’operatore economico concorrente che partecipa alla gara, con riferimen</w:t>
      </w:r>
      <w:r w:rsidRPr="009A7765">
        <w:rPr>
          <w:rFonts w:ascii="Arial" w:hAnsi="Arial" w:cs="Arial"/>
          <w:sz w:val="16"/>
          <w:szCs w:val="16"/>
        </w:rPr>
        <w:t>to alla sede dell’impresa dichiarante.</w:t>
      </w:r>
    </w:p>
  </w:footnote>
  <w:footnote w:id="5">
    <w:p w:rsidR="001869FF" w:rsidRPr="000C3016" w:rsidRDefault="001869FF" w:rsidP="00B165AB">
      <w:pPr>
        <w:pStyle w:val="Testonotaapidipagina"/>
        <w:ind w:left="142" w:right="-285" w:hanging="142"/>
        <w:rPr>
          <w:rFonts w:ascii="Arial" w:hAnsi="Arial" w:cs="Arial"/>
          <w:noProof/>
          <w:sz w:val="16"/>
          <w:szCs w:val="16"/>
          <w:lang w:eastAsia="en-US"/>
        </w:rPr>
      </w:pPr>
      <w:r w:rsidRPr="000C3016">
        <w:rPr>
          <w:rStyle w:val="Rimandonotaapidipagina"/>
          <w:rFonts w:ascii="Arial" w:hAnsi="Arial" w:cs="Arial"/>
        </w:rPr>
        <w:footnoteRef/>
      </w:r>
      <w:r w:rsidRPr="000C3016">
        <w:rPr>
          <w:rFonts w:ascii="Arial" w:hAnsi="Arial" w:cs="Arial"/>
          <w:sz w:val="18"/>
          <w:szCs w:val="18"/>
        </w:rPr>
        <w:t xml:space="preserve"> </w:t>
      </w:r>
      <w:r w:rsidRPr="000C3016">
        <w:rPr>
          <w:rFonts w:ascii="Arial" w:hAnsi="Arial" w:cs="Arial"/>
          <w:noProof/>
          <w:sz w:val="16"/>
          <w:szCs w:val="16"/>
          <w:lang w:eastAsia="en-US"/>
        </w:rPr>
        <w:t>Ai sensi dell’art. 80:</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 “</w:t>
      </w:r>
      <w:r w:rsidRPr="000C3016">
        <w:rPr>
          <w:rFonts w:ascii="Arial" w:hAnsi="Arial" w:cs="Arial"/>
          <w:i/>
          <w:noProof/>
          <w:sz w:val="16"/>
          <w:szCs w:val="16"/>
          <w:lang w:eastAsia="en-US"/>
        </w:rPr>
        <w:t>Se la sentenza penale di condanna definitiva non fissa la durata della pena accessoria della incapacità di contrattare con la pubblica amministrazione, la durata della esclusione dalla procedura d’appalto o concessione è:</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perpetua, nei casi in cui alla condanna consegue di diritto la pena accessoria perpetua, ai sensi dell’art. 317-bis, primo periodo, del Codice penale, salvo che la pena sia dichiarata estinta ai sensi dell’articolo 179, settimo comma, del Codice penale;</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pari a sette anni nei casi previsti dall’articolo 317-bis, secondo periodo, del Codice penale, salvo che sia intervenuta riabilitazione;</w:t>
      </w:r>
    </w:p>
    <w:p w:rsidR="001869FF" w:rsidRPr="000C3016" w:rsidRDefault="001869FF" w:rsidP="00B165AB">
      <w:pPr>
        <w:pStyle w:val="Testonotaapidipagina"/>
        <w:numPr>
          <w:ilvl w:val="0"/>
          <w:numId w:val="7"/>
        </w:numPr>
        <w:suppressAutoHyphens/>
        <w:spacing w:after="60" w:line="240" w:lineRule="auto"/>
        <w:ind w:left="709" w:right="142" w:hanging="345"/>
        <w:rPr>
          <w:rFonts w:ascii="Arial" w:hAnsi="Arial" w:cs="Arial"/>
          <w:noProof/>
          <w:sz w:val="16"/>
          <w:szCs w:val="16"/>
          <w:lang w:eastAsia="en-US"/>
        </w:rPr>
      </w:pPr>
      <w:r w:rsidRPr="000C3016">
        <w:rPr>
          <w:rFonts w:ascii="Arial" w:hAnsi="Arial" w:cs="Arial"/>
          <w:i/>
          <w:noProof/>
          <w:sz w:val="16"/>
          <w:szCs w:val="16"/>
          <w:lang w:eastAsia="en-US"/>
        </w:rPr>
        <w:t>pari a cinque anni nei casi diversi da quelli di cui alle lettere a) e b), salvo che sia intervenuta riabilitazione</w:t>
      </w:r>
      <w:r w:rsidRPr="000C3016">
        <w:rPr>
          <w:rFonts w:ascii="Arial" w:hAnsi="Arial" w:cs="Arial"/>
          <w:noProof/>
          <w:sz w:val="16"/>
          <w:szCs w:val="16"/>
          <w:lang w:eastAsia="en-US"/>
        </w:rPr>
        <w:t>.”</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10-bis: “</w:t>
      </w:r>
      <w:r w:rsidRPr="009619C9">
        <w:rPr>
          <w:rFonts w:ascii="Arial" w:hAnsi="Arial" w:cs="Arial"/>
          <w:i/>
          <w:noProof/>
          <w:sz w:val="16"/>
          <w:szCs w:val="16"/>
          <w:lang w:eastAsia="en-US"/>
        </w:rPr>
        <w:t>Nei casi di cui alle lettere b) e c) del comma 10, se la pena principale ha una durata inferiore, rispettivamente, a sette e cinque anni di reclusione, la durata della esclusione è pari alla durata della pena principale.</w:t>
      </w:r>
      <w:r w:rsidRPr="000C3016">
        <w:rPr>
          <w:rFonts w:ascii="Arial" w:hAnsi="Arial" w:cs="Arial"/>
          <w:noProof/>
          <w:sz w:val="16"/>
          <w:szCs w:val="16"/>
          <w:lang w:eastAsia="en-US"/>
        </w:rPr>
        <w:t>”</w:t>
      </w:r>
    </w:p>
  </w:footnote>
  <w:footnote w:id="6">
    <w:p w:rsidR="001869FF" w:rsidRPr="00196609" w:rsidRDefault="001869FF" w:rsidP="00B165AB">
      <w:pPr>
        <w:tabs>
          <w:tab w:val="left" w:pos="142"/>
        </w:tabs>
        <w:rPr>
          <w:sz w:val="16"/>
          <w:szCs w:val="16"/>
        </w:rPr>
      </w:pPr>
      <w:r w:rsidRPr="00393153">
        <w:rPr>
          <w:rStyle w:val="Caratterenotaapidipagina"/>
          <w:sz w:val="18"/>
          <w:szCs w:val="18"/>
          <w:vertAlign w:val="superscript"/>
        </w:rPr>
        <w:footnoteRef/>
      </w:r>
      <w:r>
        <w:rPr>
          <w:rStyle w:val="Caratterenotaapidipagina"/>
          <w:sz w:val="16"/>
          <w:szCs w:val="16"/>
          <w:vertAlign w:val="superscript"/>
        </w:rPr>
        <w:tab/>
      </w:r>
      <w:r w:rsidRPr="00196609">
        <w:rPr>
          <w:sz w:val="16"/>
          <w:szCs w:val="16"/>
        </w:rPr>
        <w:t>Ripetere tante volte quanto necessario relativamente a ciascun soggetto indicato nell</w:t>
      </w:r>
      <w:r>
        <w:rPr>
          <w:sz w:val="16"/>
          <w:szCs w:val="16"/>
        </w:rPr>
        <w:t>’</w:t>
      </w:r>
      <w:r w:rsidRPr="00196609">
        <w:rPr>
          <w:sz w:val="16"/>
          <w:szCs w:val="16"/>
        </w:rPr>
        <w:t>art. 80 comma 3 del d.lgs. n. 50/2016.</w:t>
      </w:r>
    </w:p>
  </w:footnote>
  <w:footnote w:id="7">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rPr>
        <w:footnoteRef/>
      </w:r>
      <w:r w:rsidRPr="00886606">
        <w:rPr>
          <w:rFonts w:ascii="Arial" w:hAnsi="Arial" w:cs="Arial"/>
        </w:rPr>
        <w:t xml:space="preserve"> </w:t>
      </w:r>
      <w:r>
        <w:rPr>
          <w:rFonts w:ascii="Arial" w:hAnsi="Arial" w:cs="Arial"/>
        </w:rPr>
        <w:t>c</w:t>
      </w:r>
      <w:r w:rsidRPr="00886606">
        <w:rPr>
          <w:rFonts w:ascii="Arial" w:hAnsi="Arial" w:cs="Arial"/>
          <w:sz w:val="16"/>
          <w:szCs w:val="16"/>
        </w:rPr>
        <w:t>ostituiscono gravi violazioni degli obblighi relativi al pagamento delle imposte e tasse quelle superiori a 5.000 Euro ossia all'importo di cui all'art. 48-bis commi 1 e 2 del DPR 602/1973</w:t>
      </w:r>
    </w:p>
  </w:footnote>
  <w:footnote w:id="8">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sz w:val="16"/>
          <w:szCs w:val="16"/>
        </w:rPr>
        <w:footnoteRef/>
      </w:r>
      <w:r w:rsidRPr="00886606">
        <w:rPr>
          <w:rFonts w:ascii="Arial" w:hAnsi="Arial" w:cs="Arial"/>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9">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0">
    <w:p w:rsidR="001869FF" w:rsidRPr="00886606" w:rsidRDefault="001869FF" w:rsidP="00B165AB">
      <w:pPr>
        <w:pStyle w:val="Testonotaapidipagina"/>
        <w:rPr>
          <w:rFonts w:ascii="Arial" w:hAnsi="Arial" w:cs="Arial"/>
        </w:rPr>
      </w:pPr>
      <w:r w:rsidRPr="00886606">
        <w:rPr>
          <w:rStyle w:val="Rimandonotaapidipagina"/>
          <w:rFonts w:ascii="Arial" w:hAnsi="Arial" w:cs="Arial"/>
        </w:rPr>
        <w:footnoteRef/>
      </w:r>
      <w:r w:rsidRPr="00886606">
        <w:rPr>
          <w:rFonts w:ascii="Arial" w:hAnsi="Arial" w:cs="Arial"/>
        </w:rPr>
        <w:t xml:space="preserve"> </w:t>
      </w:r>
      <w:r w:rsidRPr="00886606">
        <w:rPr>
          <w:rFonts w:ascii="Arial" w:hAnsi="Arial" w:cs="Arial"/>
          <w:b/>
          <w:bCs/>
          <w:sz w:val="16"/>
          <w:szCs w:val="16"/>
        </w:rPr>
        <w:t>È richiesta l’indicazione di tutte le eventuali violazioni</w:t>
      </w:r>
      <w:r w:rsidR="009A7765">
        <w:rPr>
          <w:rFonts w:ascii="Arial" w:hAnsi="Arial" w:cs="Arial"/>
          <w:b/>
          <w:bCs/>
          <w:sz w:val="16"/>
          <w:szCs w:val="16"/>
        </w:rPr>
        <w:t xml:space="preserve"> </w:t>
      </w:r>
      <w:r w:rsidRPr="00886606">
        <w:rPr>
          <w:rFonts w:ascii="Arial" w:hAnsi="Arial" w:cs="Arial"/>
          <w:b/>
          <w:bCs/>
          <w:sz w:val="16"/>
          <w:szCs w:val="16"/>
        </w:rPr>
        <w:t>rispetto agli obblighi relativi al pagamento delle imposte e tasse e/o dei contributi previdenziali in modo che la Stazione Appaltante può procedere alle valutazioni di competenza.</w:t>
      </w:r>
    </w:p>
  </w:footnote>
  <w:footnote w:id="11">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rsidR="001869FF" w:rsidRPr="00D50F9B" w:rsidRDefault="001869FF" w:rsidP="00B165AB">
      <w:pPr>
        <w:pStyle w:val="Testonotaapidipagina"/>
        <w:tabs>
          <w:tab w:val="left" w:pos="238"/>
        </w:tabs>
        <w:ind w:left="142" w:right="142" w:hanging="142"/>
        <w:rPr>
          <w:rFonts w:ascii="Arial" w:hAnsi="Arial" w:cs="Arial"/>
          <w:noProof/>
          <w:sz w:val="16"/>
          <w:szCs w:val="16"/>
          <w:lang w:eastAsia="en-US"/>
        </w:rPr>
      </w:pPr>
      <w:r w:rsidRPr="00D50F9B">
        <w:rPr>
          <w:rStyle w:val="Rimandonotaapidipagina"/>
          <w:rFonts w:ascii="Arial" w:hAnsi="Arial" w:cs="Arial"/>
        </w:rPr>
        <w:footnoteRef/>
      </w:r>
      <w:r w:rsidRPr="00D50F9B">
        <w:rPr>
          <w:rFonts w:ascii="Arial" w:hAnsi="Arial" w:cs="Arial"/>
          <w:sz w:val="18"/>
          <w:szCs w:val="18"/>
        </w:rPr>
        <w:tab/>
      </w:r>
      <w:r w:rsidRPr="00D50F9B">
        <w:rPr>
          <w:rFonts w:ascii="Arial" w:hAnsi="Arial" w:cs="Arial"/>
          <w:noProof/>
          <w:sz w:val="16"/>
          <w:szCs w:val="16"/>
          <w:lang w:eastAsia="en-US"/>
        </w:rPr>
        <w:t>In particolare, rilevano le condanne non definitive per i reati di cui all’art. 80, comma 1, lett. b) e per quelli di seguito indicati a titolo esemplificativo: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abusivo esercizio di una professione;</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fallimentari (bancarotta semplice e bancarotta fraudolenta, omessa dichiarazione di beni da comprendere nell’inventario fallimentare, ricorso abusivo al credito);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tributari ex d.lgs. n. 74/2000, i reati societari, i delitti contro l’industria e il commercio;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1869FF" w:rsidRPr="00D50F9B" w:rsidRDefault="001869FF" w:rsidP="00B165AB">
      <w:pPr>
        <w:pStyle w:val="Testonotaapidipagina"/>
        <w:numPr>
          <w:ilvl w:val="0"/>
          <w:numId w:val="8"/>
        </w:numPr>
        <w:suppressAutoHyphens/>
        <w:spacing w:line="240" w:lineRule="auto"/>
        <w:ind w:left="426" w:right="-285" w:hanging="284"/>
        <w:rPr>
          <w:rFonts w:ascii="Arial" w:hAnsi="Arial" w:cs="Arial"/>
          <w:noProof/>
          <w:sz w:val="16"/>
          <w:szCs w:val="16"/>
          <w:lang w:eastAsia="en-US"/>
        </w:rPr>
      </w:pPr>
      <w:r w:rsidRPr="00D50F9B">
        <w:rPr>
          <w:rFonts w:ascii="Arial" w:hAnsi="Arial" w:cs="Arial"/>
          <w:noProof/>
          <w:sz w:val="16"/>
          <w:szCs w:val="16"/>
          <w:lang w:eastAsia="en-US"/>
        </w:rPr>
        <w:t>reati previsti dal d.lgs. n. 231/2001;</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i provvedimenti esecutivi</w:t>
      </w:r>
      <w:r w:rsidRPr="00D50F9B">
        <w:rPr>
          <w:rFonts w:ascii="Arial" w:hAnsi="Arial" w:cs="Arial"/>
          <w:sz w:val="16"/>
          <w:szCs w:val="16"/>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13">
    <w:p w:rsidR="00264EEE" w:rsidRPr="00CD6821" w:rsidRDefault="00264EEE" w:rsidP="00B165AB">
      <w:pPr>
        <w:tabs>
          <w:tab w:val="left" w:pos="196"/>
          <w:tab w:val="left" w:pos="284"/>
        </w:tabs>
        <w:rPr>
          <w:sz w:val="16"/>
          <w:szCs w:val="16"/>
        </w:rPr>
      </w:pPr>
      <w:r w:rsidRPr="00CD6821">
        <w:rPr>
          <w:rStyle w:val="Caratterenotaapidipagina"/>
          <w:sz w:val="18"/>
          <w:szCs w:val="18"/>
          <w:vertAlign w:val="superscript"/>
        </w:rPr>
        <w:footnoteRef/>
      </w:r>
      <w:r w:rsidRPr="00CD6821">
        <w:rPr>
          <w:sz w:val="16"/>
          <w:szCs w:val="16"/>
          <w:vertAlign w:val="superscript"/>
        </w:rPr>
        <w:tab/>
      </w:r>
      <w:r w:rsidRPr="00CD6821">
        <w:rPr>
          <w:sz w:val="16"/>
          <w:szCs w:val="16"/>
        </w:rPr>
        <w:t>Come indicato nel diritto nazionale</w:t>
      </w:r>
      <w:r>
        <w:rPr>
          <w:sz w:val="16"/>
          <w:szCs w:val="16"/>
        </w:rPr>
        <w:t xml:space="preserve">, </w:t>
      </w:r>
      <w:r w:rsidRPr="00015518">
        <w:rPr>
          <w:sz w:val="16"/>
          <w:szCs w:val="16"/>
        </w:rPr>
        <w:t>nella documentazione della procedura</w:t>
      </w:r>
      <w:r w:rsidRPr="00CD6821">
        <w:rPr>
          <w:sz w:val="16"/>
          <w:szCs w:val="16"/>
        </w:rPr>
        <w:t xml:space="preserve"> di </w:t>
      </w:r>
      <w:r w:rsidRPr="00015518">
        <w:rPr>
          <w:sz w:val="16"/>
          <w:szCs w:val="16"/>
        </w:rPr>
        <w:t>affidamento</w:t>
      </w:r>
      <w:r w:rsidRPr="00CD6821">
        <w:rPr>
          <w:sz w:val="16"/>
          <w:szCs w:val="16"/>
        </w:rPr>
        <w:t xml:space="preserve"> </w:t>
      </w:r>
    </w:p>
    <w:p w:rsidR="00264EEE" w:rsidRPr="00F53535" w:rsidRDefault="00264EEE" w:rsidP="00B165AB">
      <w:pPr>
        <w:tabs>
          <w:tab w:val="left" w:pos="196"/>
          <w:tab w:val="left" w:pos="284"/>
        </w:tabs>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Intestazione"/>
    </w:pPr>
  </w:p>
  <w:p w:rsidR="001869FF" w:rsidRDefault="001869FF"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2FC0"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rsidR="001869FF" w:rsidRDefault="001869FF" w:rsidP="00C51524">
    <w:pPr>
      <w:pStyle w:val="Intestazione"/>
    </w:pPr>
  </w:p>
  <w:p w:rsidR="001869FF" w:rsidRDefault="001869FF"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5"/>
  </w:num>
  <w:num w:numId="4">
    <w:abstractNumId w:val="20"/>
  </w:num>
  <w:num w:numId="5">
    <w:abstractNumId w:val="5"/>
    <w:lvlOverride w:ilvl="0">
      <w:startOverride w:val="1"/>
    </w:lvlOverride>
  </w:num>
  <w:num w:numId="6">
    <w:abstractNumId w:val="7"/>
  </w:num>
  <w:num w:numId="7">
    <w:abstractNumId w:val="4"/>
  </w:num>
  <w:num w:numId="8">
    <w:abstractNumId w:val="8"/>
  </w:num>
  <w:num w:numId="9">
    <w:abstractNumId w:val="11"/>
  </w:num>
  <w:num w:numId="10">
    <w:abstractNumId w:val="5"/>
    <w:lvlOverride w:ilvl="0">
      <w:startOverride w:val="1"/>
    </w:lvlOverride>
  </w:num>
  <w:num w:numId="11">
    <w:abstractNumId w:val="6"/>
  </w:num>
  <w:num w:numId="12">
    <w:abstractNumId w:val="12"/>
  </w:num>
  <w:num w:numId="13">
    <w:abstractNumId w:val="2"/>
  </w:num>
  <w:num w:numId="14">
    <w:abstractNumId w:val="9"/>
  </w:num>
  <w:num w:numId="15">
    <w:abstractNumId w:val="10"/>
  </w:num>
  <w:num w:numId="16">
    <w:abstractNumId w:val="17"/>
  </w:num>
  <w:num w:numId="17">
    <w:abstractNumId w:val="19"/>
  </w:num>
  <w:num w:numId="18">
    <w:abstractNumId w:val="14"/>
  </w:num>
  <w:num w:numId="19">
    <w:abstractNumId w:val="13"/>
  </w:num>
  <w:num w:numId="20">
    <w:abstractNumId w:val="18"/>
  </w:num>
  <w:num w:numId="21">
    <w:abstractNumId w:val="21"/>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DD"/>
    <w:rsid w:val="0000696F"/>
    <w:rsid w:val="000325F7"/>
    <w:rsid w:val="00055600"/>
    <w:rsid w:val="00057A5F"/>
    <w:rsid w:val="00076F4E"/>
    <w:rsid w:val="0009170C"/>
    <w:rsid w:val="000951EE"/>
    <w:rsid w:val="00095868"/>
    <w:rsid w:val="000E0DFB"/>
    <w:rsid w:val="000F0EF3"/>
    <w:rsid w:val="00130C36"/>
    <w:rsid w:val="00154F4D"/>
    <w:rsid w:val="001659EB"/>
    <w:rsid w:val="0017052D"/>
    <w:rsid w:val="00177D27"/>
    <w:rsid w:val="00181DA8"/>
    <w:rsid w:val="00183703"/>
    <w:rsid w:val="001869FF"/>
    <w:rsid w:val="001E46FC"/>
    <w:rsid w:val="0021718C"/>
    <w:rsid w:val="00244CE6"/>
    <w:rsid w:val="00264EEE"/>
    <w:rsid w:val="002763B1"/>
    <w:rsid w:val="00294D7C"/>
    <w:rsid w:val="002950EC"/>
    <w:rsid w:val="002D62A5"/>
    <w:rsid w:val="002E78F0"/>
    <w:rsid w:val="00325A14"/>
    <w:rsid w:val="0034054C"/>
    <w:rsid w:val="003555C8"/>
    <w:rsid w:val="003570FD"/>
    <w:rsid w:val="00362CD0"/>
    <w:rsid w:val="003635F6"/>
    <w:rsid w:val="00394420"/>
    <w:rsid w:val="003B2405"/>
    <w:rsid w:val="003B41D7"/>
    <w:rsid w:val="003C1D3C"/>
    <w:rsid w:val="003E4F86"/>
    <w:rsid w:val="00433B50"/>
    <w:rsid w:val="0045027C"/>
    <w:rsid w:val="0048687A"/>
    <w:rsid w:val="004A6B0E"/>
    <w:rsid w:val="004C1B58"/>
    <w:rsid w:val="004E468F"/>
    <w:rsid w:val="004F2B3E"/>
    <w:rsid w:val="00550221"/>
    <w:rsid w:val="005B1C3A"/>
    <w:rsid w:val="005B2C81"/>
    <w:rsid w:val="005B3AEB"/>
    <w:rsid w:val="005B50D7"/>
    <w:rsid w:val="005C09A6"/>
    <w:rsid w:val="005D066C"/>
    <w:rsid w:val="005D7037"/>
    <w:rsid w:val="0066338A"/>
    <w:rsid w:val="006744E7"/>
    <w:rsid w:val="00692CE7"/>
    <w:rsid w:val="0069380B"/>
    <w:rsid w:val="0069398A"/>
    <w:rsid w:val="006F51FD"/>
    <w:rsid w:val="00717C35"/>
    <w:rsid w:val="00731917"/>
    <w:rsid w:val="007443E4"/>
    <w:rsid w:val="00780AE6"/>
    <w:rsid w:val="007A7183"/>
    <w:rsid w:val="007C4C69"/>
    <w:rsid w:val="00806456"/>
    <w:rsid w:val="00865772"/>
    <w:rsid w:val="00885FA0"/>
    <w:rsid w:val="00886C6E"/>
    <w:rsid w:val="008966CB"/>
    <w:rsid w:val="008C2F8B"/>
    <w:rsid w:val="008F33A4"/>
    <w:rsid w:val="008F7488"/>
    <w:rsid w:val="00916534"/>
    <w:rsid w:val="009227DD"/>
    <w:rsid w:val="00950DD3"/>
    <w:rsid w:val="00961042"/>
    <w:rsid w:val="009643E8"/>
    <w:rsid w:val="00976E9E"/>
    <w:rsid w:val="009A7765"/>
    <w:rsid w:val="009C6CB5"/>
    <w:rsid w:val="009D65ED"/>
    <w:rsid w:val="009D6B67"/>
    <w:rsid w:val="009F1243"/>
    <w:rsid w:val="00A12008"/>
    <w:rsid w:val="00A3489F"/>
    <w:rsid w:val="00A562A2"/>
    <w:rsid w:val="00A5636F"/>
    <w:rsid w:val="00A748CC"/>
    <w:rsid w:val="00AA400D"/>
    <w:rsid w:val="00AA4EC2"/>
    <w:rsid w:val="00AD3D9B"/>
    <w:rsid w:val="00AD5720"/>
    <w:rsid w:val="00AF2F12"/>
    <w:rsid w:val="00B02E1E"/>
    <w:rsid w:val="00B10F3A"/>
    <w:rsid w:val="00B14208"/>
    <w:rsid w:val="00B165AB"/>
    <w:rsid w:val="00B17526"/>
    <w:rsid w:val="00B409F9"/>
    <w:rsid w:val="00B90597"/>
    <w:rsid w:val="00BB7A75"/>
    <w:rsid w:val="00BC0A0E"/>
    <w:rsid w:val="00BC22DD"/>
    <w:rsid w:val="00BE7FAE"/>
    <w:rsid w:val="00C01A30"/>
    <w:rsid w:val="00C06AB6"/>
    <w:rsid w:val="00C076F3"/>
    <w:rsid w:val="00C156E4"/>
    <w:rsid w:val="00C17BA6"/>
    <w:rsid w:val="00C43321"/>
    <w:rsid w:val="00C51524"/>
    <w:rsid w:val="00C52E77"/>
    <w:rsid w:val="00C55B87"/>
    <w:rsid w:val="00C65795"/>
    <w:rsid w:val="00C844A6"/>
    <w:rsid w:val="00CC70E9"/>
    <w:rsid w:val="00D05724"/>
    <w:rsid w:val="00D15A9A"/>
    <w:rsid w:val="00D214FD"/>
    <w:rsid w:val="00D44B0B"/>
    <w:rsid w:val="00D458BC"/>
    <w:rsid w:val="00D67A32"/>
    <w:rsid w:val="00D876FD"/>
    <w:rsid w:val="00DA5AD9"/>
    <w:rsid w:val="00DA5AE4"/>
    <w:rsid w:val="00DC100F"/>
    <w:rsid w:val="00DE26AC"/>
    <w:rsid w:val="00DF5523"/>
    <w:rsid w:val="00E01064"/>
    <w:rsid w:val="00E01C40"/>
    <w:rsid w:val="00E37617"/>
    <w:rsid w:val="00E55474"/>
    <w:rsid w:val="00E62B71"/>
    <w:rsid w:val="00E86D32"/>
    <w:rsid w:val="00EA0972"/>
    <w:rsid w:val="00EA1B83"/>
    <w:rsid w:val="00EA6BDD"/>
    <w:rsid w:val="00EF7714"/>
    <w:rsid w:val="00F13FC2"/>
    <w:rsid w:val="00F411DB"/>
    <w:rsid w:val="00F43153"/>
    <w:rsid w:val="00F6608E"/>
    <w:rsid w:val="00F73144"/>
    <w:rsid w:val="00F86EEE"/>
    <w:rsid w:val="00F979A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341140E4-C43C-42CC-B2C5-D66241D9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plus-fs01\Dati\EPLUS\Software\Template\Approvvigionamenti\04%20-%20Allegato%20A1%20parte%20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Allegato A1 parte I.dotx</Template>
  <TotalTime>0</TotalTime>
  <Pages>12</Pages>
  <Words>2416</Words>
  <Characters>13773</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6</cp:revision>
  <cp:lastPrinted>2013-04-22T09:46:00Z</cp:lastPrinted>
  <dcterms:created xsi:type="dcterms:W3CDTF">2023-02-15T14:34:00Z</dcterms:created>
  <dcterms:modified xsi:type="dcterms:W3CDTF">2023-03-22T09:27:00Z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